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0C" w:rsidRPr="00E43D7A" w:rsidRDefault="00825B0C" w:rsidP="00BA05B9">
      <w:pPr>
        <w:jc w:val="center"/>
        <w:rPr>
          <w:rFonts w:ascii="Arial" w:hAnsi="Arial" w:cs="Arial"/>
          <w:b/>
          <w:sz w:val="32"/>
          <w:szCs w:val="32"/>
          <w:lang w:val="en-US"/>
        </w:rPr>
      </w:pPr>
      <w:r w:rsidRPr="00E43D7A">
        <w:rPr>
          <w:rFonts w:ascii="Arial" w:hAnsi="Arial" w:cs="Arial"/>
          <w:b/>
          <w:sz w:val="32"/>
          <w:szCs w:val="32"/>
          <w:lang w:val="en-US"/>
        </w:rPr>
        <w:sym w:font="Symbol" w:char="F07E"/>
      </w:r>
      <w:r w:rsidRPr="00E43D7A">
        <w:rPr>
          <w:rFonts w:ascii="Arial" w:hAnsi="Arial" w:cs="Arial"/>
          <w:b/>
          <w:sz w:val="32"/>
          <w:szCs w:val="32"/>
          <w:lang w:val="en-US"/>
        </w:rPr>
        <w:t>Webinars</w:t>
      </w:r>
      <w:r w:rsidRPr="00E43D7A">
        <w:rPr>
          <w:rFonts w:ascii="Arial" w:hAnsi="Arial" w:cs="Arial"/>
          <w:b/>
          <w:sz w:val="32"/>
          <w:szCs w:val="32"/>
          <w:lang w:val="en-US"/>
        </w:rPr>
        <w:sym w:font="Symbol" w:char="F07E"/>
      </w:r>
    </w:p>
    <w:p w:rsidR="00825B0C" w:rsidRPr="00E43D7A" w:rsidRDefault="00825B0C" w:rsidP="00304CA4">
      <w:pPr>
        <w:spacing w:after="0"/>
        <w:jc w:val="center"/>
        <w:rPr>
          <w:rFonts w:ascii="Arial" w:hAnsi="Arial" w:cs="Arial"/>
          <w:sz w:val="32"/>
          <w:szCs w:val="32"/>
          <w:lang w:val="es-EC"/>
        </w:rPr>
      </w:pPr>
      <w:r w:rsidRPr="00E43D7A">
        <w:rPr>
          <w:rFonts w:ascii="Arial" w:hAnsi="Arial" w:cs="Arial"/>
          <w:sz w:val="32"/>
          <w:szCs w:val="32"/>
          <w:lang w:val="es-EC"/>
        </w:rPr>
        <w:t>“CAMBIANDO LA FORMA EN LA QUE PIENSA TU CEREBRO”</w:t>
      </w:r>
    </w:p>
    <w:p w:rsidR="00825B0C" w:rsidRPr="00E43D7A" w:rsidRDefault="00825B0C" w:rsidP="00304CA4">
      <w:pPr>
        <w:spacing w:after="0"/>
        <w:jc w:val="center"/>
        <w:rPr>
          <w:rFonts w:ascii="Arial" w:hAnsi="Arial" w:cs="Arial"/>
          <w:sz w:val="20"/>
          <w:szCs w:val="20"/>
          <w:lang w:val="es-EC"/>
        </w:rPr>
      </w:pPr>
      <w:r w:rsidRPr="00E43D7A">
        <w:rPr>
          <w:rFonts w:ascii="Arial" w:hAnsi="Arial" w:cs="Arial"/>
          <w:sz w:val="20"/>
          <w:szCs w:val="20"/>
          <w:lang w:val="es-EC"/>
        </w:rPr>
        <w:t>Seminario Web mensual para junio de 2016.</w:t>
      </w:r>
    </w:p>
    <w:p w:rsidR="00825B0C" w:rsidRPr="00E43D7A" w:rsidRDefault="00825B0C" w:rsidP="00E43D7A">
      <w:pPr>
        <w:jc w:val="center"/>
        <w:rPr>
          <w:kern w:val="36"/>
          <w:lang w:val="es-EC"/>
        </w:rPr>
      </w:pPr>
      <w:r w:rsidRPr="00910ED3">
        <w:rPr>
          <w:kern w:val="36"/>
          <w:lang w:val="es-EC"/>
        </w:rPr>
        <w:t>Por J</w:t>
      </w:r>
      <w:r>
        <w:rPr>
          <w:kern w:val="36"/>
          <w:lang w:val="es-EC"/>
        </w:rPr>
        <w:t>im Self</w:t>
      </w:r>
      <w:r>
        <w:rPr>
          <w:kern w:val="36"/>
          <w:lang w:val="es-EC"/>
        </w:rPr>
        <w:br/>
      </w:r>
      <w:hyperlink r:id="rId6" w:history="1">
        <w:r w:rsidRPr="00473167">
          <w:rPr>
            <w:rStyle w:val="Hyperlink"/>
            <w:kern w:val="36"/>
            <w:lang w:val="es-EC"/>
          </w:rPr>
          <w:t>https://masteringalchemy.com</w:t>
        </w:r>
      </w:hyperlink>
      <w:r>
        <w:rPr>
          <w:kern w:val="36"/>
          <w:lang w:val="es-EC"/>
        </w:rPr>
        <w:t xml:space="preserve"> </w:t>
      </w:r>
    </w:p>
    <w:p w:rsidR="00825B0C" w:rsidRPr="00E43D7A" w:rsidRDefault="00825B0C" w:rsidP="00E43D7A">
      <w:pPr>
        <w:jc w:val="center"/>
        <w:rPr>
          <w:rFonts w:ascii="Arial" w:hAnsi="Arial" w:cs="Arial"/>
          <w:sz w:val="20"/>
          <w:szCs w:val="20"/>
          <w:lang w:val="es-EC"/>
        </w:rPr>
      </w:pPr>
      <w:r w:rsidRPr="00910ED3">
        <w:rPr>
          <w:kern w:val="36"/>
          <w:sz w:val="20"/>
          <w:szCs w:val="20"/>
          <w:lang w:val="es-EC"/>
        </w:rPr>
        <w:br/>
      </w:r>
    </w:p>
    <w:p w:rsidR="00825B0C" w:rsidRDefault="00825B0C" w:rsidP="00E43D7A">
      <w:pPr>
        <w:rPr>
          <w:lang/>
        </w:rPr>
      </w:pPr>
      <w:r>
        <w:rPr>
          <w:rFonts w:ascii="Arial" w:hAnsi="Arial" w:cs="Arial"/>
          <w:b/>
          <w:kern w:val="36"/>
          <w:sz w:val="20"/>
          <w:szCs w:val="20"/>
        </w:rPr>
        <w:t>Traducción Audio: Fernando Pachacama</w:t>
      </w:r>
      <w:r w:rsidRPr="007621EF">
        <w:rPr>
          <w:rFonts w:ascii="Arial" w:hAnsi="Arial" w:cs="Arial"/>
          <w:b/>
          <w:kern w:val="36"/>
          <w:sz w:val="20"/>
          <w:szCs w:val="20"/>
        </w:rPr>
        <w:br/>
      </w:r>
      <w:r w:rsidRPr="00910ED3">
        <w:rPr>
          <w:rFonts w:ascii="Arial" w:hAnsi="Arial" w:cs="Arial"/>
          <w:sz w:val="20"/>
          <w:szCs w:val="20"/>
          <w:lang w:val="es-EC"/>
        </w:rPr>
        <w:t>Difusión: El Manantial del Caduceo</w:t>
      </w:r>
      <w:r w:rsidRPr="00910ED3">
        <w:rPr>
          <w:rFonts w:ascii="Arial" w:hAnsi="Arial" w:cs="Arial"/>
          <w:sz w:val="20"/>
          <w:szCs w:val="20"/>
          <w:lang w:val="es-EC"/>
        </w:rPr>
        <w:br/>
      </w:r>
      <w:hyperlink r:id="rId7" w:tgtFrame="_blank" w:history="1">
        <w:r w:rsidRPr="00910ED3">
          <w:rPr>
            <w:rStyle w:val="Hyperlink"/>
            <w:rFonts w:ascii="Arial" w:hAnsi="Arial" w:cs="Arial"/>
            <w:color w:val="auto"/>
            <w:sz w:val="20"/>
            <w:szCs w:val="20"/>
            <w:lang w:val="es-EC"/>
          </w:rPr>
          <w:t>http://www.manantialcaduceo.com.ar/libros.htm</w:t>
        </w:r>
      </w:hyperlink>
      <w:r>
        <w:rPr>
          <w:sz w:val="20"/>
          <w:szCs w:val="20"/>
          <w:lang/>
        </w:rPr>
        <w:t xml:space="preserve"> </w:t>
      </w:r>
      <w:r w:rsidRPr="00910ED3">
        <w:rPr>
          <w:sz w:val="20"/>
          <w:szCs w:val="20"/>
          <w:lang w:val="es-EC"/>
        </w:rPr>
        <w:br/>
      </w:r>
      <w:hyperlink r:id="rId8" w:history="1">
        <w:r w:rsidRPr="00910ED3">
          <w:rPr>
            <w:rStyle w:val="Hyperlink"/>
            <w:rFonts w:ascii="Arial" w:hAnsi="Arial" w:cs="Arial"/>
            <w:color w:val="auto"/>
            <w:sz w:val="20"/>
            <w:szCs w:val="20"/>
            <w:lang w:val="es-EC"/>
          </w:rPr>
          <w:t>https://www.facebook.com/ManantialCaduceo</w:t>
        </w:r>
      </w:hyperlink>
    </w:p>
    <w:p w:rsidR="00825B0C" w:rsidRDefault="00825B0C" w:rsidP="00A7680B">
      <w:pPr>
        <w:jc w:val="both"/>
        <w:rPr>
          <w:rFonts w:ascii="Arial" w:hAnsi="Arial" w:cs="Arial"/>
          <w:sz w:val="20"/>
          <w:szCs w:val="20"/>
          <w:lang w:val="es-EC"/>
        </w:rPr>
      </w:pP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Hola, ¡bienvenidos!</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Siempre es muy agradable estar aquí.</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Es emocionante, hay más de 600 de ustedes en la presente convocatoria y es algo muy emocionante para nosotros, porque se trata de una conferencia gratuita. Es una estructura en la que mucha gente nueva viene a participar. Muchos de ustedes están en programas, participando constantemente. Así que, bienvenidos a todos aquellos que son nuevos y parece que hay una gran cantidad de ustedes que son nuevos. Es emocionante que muchos de ustedes sean nuevos. A todos quienes participan aquí bienvenidos, tengan una bienvenida agradable.</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 He estado viendo varias cosas que están sucediendo y el propósito de esta sesión fue “Cambiando la forma en la que piensa el cerebro”, es un tipo de título. Pero, existe más que solo el cambio de la forma en la que piensa el cerebro y el proceso por el que estamos atravesando- En esta transición que estamos atravesando, existe una gran cantidad de cambios que están sucediendo en su interior y una gran parte del mundo que te rodea externamente está en una dinámica muy extraña. Dinámicas de las cuales solo voy a apuntar a la elección política de los Estados Unidos sin tomar ninguna posición, de ninguna forma, pero tiene un carácter totalmente diferente para las personas participando en este juego y muchas de las reglas están siendo hechas a un lado. Eso no está sucediendo solo en esta elección política, que es un escenario obvio. Esto está sucediendo dentro de ustedes también, está sucediendo en el mundo que les rodea, está sucediendo en las empresas, está sucediendo en la geopolítica, está sucediendo en el mundo financiero, está sucediendo en el mercado de valores, está sucediendo en las elecciones en lugares como Austria donde por muy poco eligen a una persona no muy adecuada, básicamente era de una línea muy dura en relación a la separación.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Así que, todo este proceso en el que estamos es acerca de acabar con la separación, pero podemos participar en este proceso como una transición en desarrollo. Todo lo que está en secreto, todo lo que está oculto, todo lo que ustedes no quieren ver, todo lo que se construye de forma aprovechada, todo tiene que evidenciarse, es realmente simple, esto es el final, todo sale.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Bien, lo que ustedes están viendo, es que estamos hablando de una serie de sesiones. Uno de estos aspectos, el cual lo voy a decir libremente es que dos Tierras están siendo creadas, hemos estado hablando de esto por largo tiempo, particularmente Saint Germain ha hablado de esto por largo tiempo, pero en lugar de buscar dos Tierras físicamente, dos mundos, dos planetas, de lo que realmente se trata es, de dos capas de conciencia que están empezando a formarse y que son claramente muy evidentes. Ustedes las conocen, una es acerca de la co-creación, el bienestar, vibrando en un lugar donde la oportunidad llega, acerca de respecto, dignidad. La otra, que básicamente lleva líneas rígidas y dice, ustedes saben, esto es bueno y esto es malo,  esto es todo, esto es lo que es.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Así que, ustedes están viendo estos dos tipos a un nivel  muy simple, pero hay múltiples capas de esto y aunque aquí vamos a abordar el contexto de lo que son los fractales, algunos de ustedes conocen esas referencias, las dos, espiritualmente y científicamente, fractales, mucho más penetrantes que un cristal que tiene diferentes capas y capas y capas, que tienen mucho que ver con la conciencia de lo que están viviendo, tiene mucho que ver con la forma en la que se alinean con la energía. Energía que permite que su corazón se vuelva mucho más fértil, para que su alma tenga un lugar donde entrar, en donde nunca ha tenido lugar desde la caída de la conciencia. Es realmente notable que estas cosas estén sucediendo, pero una de las piezas muy fundamental de esto es, si intentan percibir y relacionarse con estos cambios desde el espacio tridimensional definido como todo lo que conocemos, con lo que crecimos en este lugar, esto es como hacer frente a la gente, esto es lo que debemos hacer, esto es lo correcto y lo incorrecto, lo bueno y lo malo, si intentan ajustar su realidad desde dentro de esa realidad… buena suerte! muy muy difícil, de hecho, por no decir, imposible.</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Con el fin de empezar a percibir la realidad, que si ustedes están en esta convocatoria cualquiera sea la orientación interna del sistema dentro del corazón apropiada o inapropiadamente, comienzan a tener sensibilidad muy consiente en la validación y el abuso, en ser realmente consiente de todo aquello que es o de todo aquello que no soy. Si están en la presente convocatoria eso es lo que son, pero a medida que ustedes pueden empezar a alejarse de la tercera dimensión, esto no es accidental y no se hace mediante el alejamiento, no se hace ocultándolo, no se hace aferrándose a un nivel de miedo y esperando que te ataque por la espalda porque si te ataca por la espalda es porque te aproximas aferrándose al miedo.</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Mastering Alchemy tiene un largo tiempo de haber sido creada, bajo una dirección creativa muy específica. En términos simples, si ustedes pueden crear una plataforma para estar de pie, una plataforma de vida dentro un campo vibratorio de alineación que les permita estar en el mundo tridimensional, pero no fuera de ese mundo tridimensional. Estando de pie en la plataforma observando todo ese ruido, pero no siendo el efecto de todo ese ruido, va a permitirles tomar diferentes decisiones. Han existido algunas herramientas muy fundamentales que han sido presentadas a ustedes a través de Mastering Alchemy y han sido denominadas herramientas fundamentales. Una herramienta que es fundamental, realmente básica por definición dice que ustedes realmente desean entender esta herramienta y que desean básicamente construir todo desde esta plataforma.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Una de las cosas que he visto con muchas de las personas que están en Mastering Alchemy, es que estas herramientas fundamentales son muy simples que creen que no pueden tener tanto valor, Oh! Eran realmente interesantes cuando las probé Oh! Por cierto, saben cómo aterrizar esto y saben dónde está el centro de la cabeza. Realmente me gusta cuando las cosas se dan, lo que puede ser algo bueno.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 medida que observo a la gente y he estado prestando atención, más recientemente, la forma en la que nos estamos moviendo a través de esta transición. Mucha gente ha olvidado estas herramientas fundamentales. Así, para ustedes quienes son nuevos, vamos a jugar con esas herramientas fundamentales. Estoy hablando acerca de esto, pero no las conocen y simplemente pretender escucharnos y estar en su energía. Estaré proporcionándoles un entramado en un segundo para participar a pesar de que si ustedes no saben de lo que estoy hablando, de caminos y bordes de ustedes, simplemente permitan que esto esté disponible para ustedes. No piensen acerca de esto, simplemente es una especie de juego en el que estamos participando aquí. Muchos de ustedes están en el nivel uno, muchos de ustedes han participado en el nivel dos y mucho más, muchos de ustedes han estado sentados en el nivel uno y muchos de ustedes nunca han tomado el nivel uno. Así que, déjenme ayudarles con un par de opciones, una de ellas son estas herramientas con las cuales hemos estado jugando exactamente ahora. Si no las conocen, están justo en la página principal del sitio web bajo la pestaña “Herramientas Esenciales”, son aproximadamente ocho herramientas, alrededor de ocho horas de juego con ellas. ¿Cómo trabaja esto? Si pueden tomar el nivel uno, van a Herramientas Esenciales y pueden aprender estas herramientas. Para aquellos que estén diciendo ¡Caramba! Me gustaría tomar el nivel uno, pero no estoy seguro… el nivel uno es catorce horas mías hablándote con las herramientas y setenta y cinco dólares en la transmisión de la página web. Acabamos de descargar el disco DVD por noventa y cinco dólares. No se trata de dinero. Esta transición en la que estamos entrando va a empezar a hacerse muy visible en su mundo exterior y en su mundo interior, es por eso que estas herramientas están disponibles a un precio ridículo. Sabemos que esto no es algo para hacer dinero, no estamos interesados en eso, estamos más interesados en que ustedes tengan consciencia, así que no los vendo. Pero estoy empezando a ser más consciente, quiero decir que esto me preocupa pero no quiero llegar allí, pero que sería apropiado acerca de dónde va todo esto por la falta de preparación de la mayoría de la gente en el planeta, por tanto si ustedes están interesados por favor prepárense, por favor vayan a las Herramientas Esenciales, gratis! No existen costos en el sitio web. Bien, donde me gustaría jugar ahora es… a medida que empiezan a cambiar mucho de lo que ustedes son, no es como se lo han explicado muchas veces. Todo empieza a salir a la superficie y gran parte de lo que ustedes son no es un secreto, es energía que no queremos que nadie vea, estamos muy avergonzado, estamos inseguros de nosotros mismos, creemos que no somos inteligentes, etc… nada de eso les pertenece, nunca les ha pertenecido, este es un regalo que alguien más les dio, eso no inteligente aquí. “Les voy a dar su regalo: no son inteligentes, nunca van a tener éxito, no son atractivos, no van a encajar, nadie gusta de ustedes de todas formas”. Cada una de esas creencias, pensamientos, consideraciones, nunca se originaron dentro de ustedes, pero como se las han dicho muchas veces, llevan esto en su mochila, esperando que nadie más lo vea. No se den el lujo de ocultar la mochila. A medida que avanzamos en los siguientes cinco años, particularmente en los tres siguientes años, muchas de esas cosas van a evidenciarse, van a salir de maneras extrañas, algunas de esas formas realmente no son formas que  les van a gustar, pero si empiezan a ser conscientes de las herramientas fundamentales empezarán a tener una sensación de cómo trabaja su cerebro, empiezan a entender como es la mente racional, empiezan a tener un conjunto de valores predeterminado que no son los típicos valores predeterminados inconscientes que ustedes tienen en términos de que algo les pasó y dicen, Oh Dios mío! esto no es realmente bueno! Pero, ¿Si ustedes no van hacia allá?, ¿Y si pudieran crear un pensamiento diferente? ¿Crear una sensación diferente? ¿Diferentes valores predeterminados? Y, si cuando algo empieza a no ir bien, simplemente pudieran decir tomaré una respiración, puedo hacer este trabajo. Es un valor predeterminado diferente que está en un campo vibratorio diferente, esto permite una oportunidad diferente y una garantía virtual. Si ustedes salen de sus viejos hábitos predeterminados y pueden construir algo en esta plataforma que no es parte de este mundo, que no está en el mundo, pero están en el espacio donde pueden elegir de forma diferente.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Si empiezan a jugar aquí y esto es exactamente lo que vamos a hacer tan pronto como termine de hablar. Nuevamente, para empezar a crear algunos anclajes, algunas opciones, cierta comprensión de cómo son percibidas las capas de pensamiento en su realidad, la cual está justo frente a ustedes y empezar a entender que funcionan de manera muy diferente. Si se desea optar por observar y ver cómo funciona de manera diferente, sobre todo si nos movemos en el efecto del ¿porque?, ¡es como siempre lo he hecho! esta es mi creencia, este es mi habito, esto es algo que no me gusta pero no sé cómo salir de esto. Entonces, déjenme ver si podemos jugar en un espacio que es sistemático. Voy a darles una serie de pasos, cada paso nos dirige al siguiente, cada paso es independiente del siguiente paso. Pueden entrar en esta plataforma en la que estamos jugando justo ahora, desde cualquier dirección, desde cualquier herramienta, desde cualquier pensamiento que elijan. No existe una formula, es simplemente una configuración que les permite que disfruten de ustedes mismos, que no entren en el miedo, para empezar a elegir una buena experiencia en lugar de reaccionar ante una experiencia. Eso podría ser útil.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Así que, tomen una respiración… siéntense hacia atrás… y justo ahí algo empieza a suceder, automáticamente empiezan a entrar en un hábito, es como Oh! Esto significa que voy a meditar, o esto significa que, o quiere decir esto, o cuando alguien dice que… esto es como respondo, porque desde el principio hay una consciencia de algo y ustedes están eligiendo una dirección, una dirección no es buena ni mala, sino simplemente entender que algo fue dicho y que tienen una respuesta.</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Bien, tomen otra respiración y relájense en la silla y no anticipen el siguiente grupo de palabras… acaban de ser conscientes de sí mismos tomando una respiración y sentándose hacia atrás, relájense y empiecen a ser conscientes de ustedes mismos… Muy simple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una de las cosas que nos sucede es que, no interesa donde estamos, no interesa lo que estamos haciendo, no importa con quien estamos interactuando. Todo funciona en  vibraciones, funciona en colores, funciona en plantillas de sonido y en movimientos vibratorios. Bien, mientras se mueven a través de su día, muchas veces están en un gran estado anímico y después de todo, repentinamente se dan cuenta que no están en un gran momento, sin embargo no pueden definir que acaba de pasar, donde paso o cuando saliste de ese espacio bonito y entraste en un espacio no muy bueno o cuando se fue el dolor de cabeza, estaba deseando que se fuera que no sé a dónde se fueron los últimos veinte minutos, no me di cuenta que desapareciera.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 Una de las cosas que suceden, es que ustedes se relacionan con gente. No hay mucha energía en lo que va del juego, estoy hablando aquí, pero hay un nivel donde individualmente constantemente cambia su campo de energía, cambian de alegría a tristeza, cambian de mucha seguridad a demasiado intimidado, cambian de intimidado a determinación y todo aquello continua sin pensamiento y sin ninguna intención real. Uno de los lugares en los que esto sucede para cada uno de nosotros es, en el chacra corona. Están constantemente percibiendo energía, percibiendo acción, percibiendo color y sonidos, movimientos en la en el chacra corona. Una de las cosas que ocurre o no ocurre es que, el pensamiento configura mi chacra corona en un determinado grupo de energías y se convertirá en la vibración en la que me muevo a través de mi día, similar a las palabras pero aquí las cosas son diferentes, si trabajan con las palabras. Déjenme tomar una palabra, vamos a utilizar “seguridad” y luego hacerla para sí mismos “seguridad”, no hay presión, no hay perdidas estadísticas, no hay nada, simplemente se sienten seguros. Podrían preguntarse a sí mismos ¿qué color? ¿Cuál es la vibración para ustedes de la “seguridad”? Algo que los hace sentir seguros, cómodos, no forzados, seguros, ¿pueden notar que color es? Y luego realizar la siguiente pregunta ¿Desearían experimentar su mundo desde esta vibración? No todos los segundos del día, pero casi ¿Les gustaría tener la sensación de certeza acerca de ustedes mismos? ¿Podrían ver el color y desear tener una intención que se manifieste automáticamente? Podrían hacerlo  cada segundo de su día, lo que configura su chacra corona en ese color. Si ustedes desean que esto sea simple al respecto, tomen uno de sus dedos índices, hagan la yema de tu dedo índice de ese color y después toquen la parte superior de su cabeza y decidan ser exitosos. Ahora tienen una sensación de aquella “seguridad”, podrían notarlo ustedes mismos.</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Bien, antes de decir la palabra “seguridad”, antes de pedirles que estén seguros, no necesariamente estaban poniendo atención en la “seguridad”, pero ahora que configuraron su chacra corona a “seguridad”, ¿Podrían notar lo que sienten? Podrían notar que el cuerpo tiene un pequeño cambio en la configuración, esta es una forma añadir empoderamiento, solo obsérvenlo por sí mismos, no hay buenas o malas respuestas. Tomen otra respiración, relájense…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hay una energía que me gustaría crear para jugar en este espacio en el que vamos a jugar. No es una energía que anula a nadie, es simplemente una energía muy suave. Les voy a pedir que encuentren el color azul cielo y esta energía del azul cielo está abierta, invitando, llegando agradable y tiene la sensación de la facilidad de hacerlo. Bien, miren el azul cielo y que deseo  para esas palabras, pueden observar que clase de color azul cielo es ¿Hay un azul obscuro? ¿Hay un azul claro? ¿Es más turquesa? Esto no se puede hacer mal, es solo lo que desean para ustedes… después, añadan aquel color de la certeza a su chacra corona… azul cielo, abiertos, relajados en este caso… comodidad… hay una facilidad y tienen una sensación de certeza acerca de ustedes mismos, podrían simplemente observar esto ya que estamos jugando exactamente aquí… podrían verificar si les gusta su creación intencional, la cual acaban de crear y podrían estar conscientes que acaban hacerlo, que simplemente crearon, no permitieron que suceda accidentalmente, ustedes lo eligieron. Ahora, la palabra “elegir” o “eligió” en este caso, comienzan a ser algo que tiene mucho permiso para hacerlo. Uno de los espacios que alcanzaremos en un segundo, pero una de las cosas que le sucede a la gente y que está creciendo en este espacio tridimensional, es que yo no les doy mi permiso. El profesor dice, la madre/padre/ministro dice, que no es correcto, hazlo de esta forma, efectivamente, te estoy corrigiendo a mi imagen, no deseo que hagan eso…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Cuando no pueden manejar su chacra corona, en esa situación existe un tira y afloja. Muchas veces una persona se moverá dentro de la certeza u orden o dominación, oh! Yo soy el profesor, por tanto mis colores son diferentes a sus colores en mi chara corona. Observen esto, pensaron acerca de eso, al igual que cuando se pusieron diferentes sombreros tienen diferentes colores en el chacra corona. Voy a hacer algo poderoso hoy.</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Bien, esta es una intención y el chacra corona se alinea con algo que se parece a aquello. Así que, el chacra corona reúne en gran medida su intención cuando están conscientes, también las reúne cuando están inconscientes. Así que un maestro se pone de pie, el individuo se pone de pie. Y dicen no te doy permiso.</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Sus colores vuelven a caer dentro del Oh! No estoy bien, lo hice mal, no soy atractivo y nunca les voy a caer bien… toman una respiración profunda, ¿Cómo luce ese color cuando renuncian a la antigüedad? No tienen certeza, tienen la sensación de sin autorización, podría parecerles que el sentido de pertenencia de su chacra corona no parece ser suyo ¿Es esto posible? </w:t>
      </w:r>
      <w:r w:rsidRPr="00E43D7A">
        <w:rPr>
          <w:rFonts w:ascii="Arial" w:hAnsi="Arial" w:cs="Arial"/>
          <w:sz w:val="20"/>
          <w:szCs w:val="20"/>
          <w:lang w:val="en-US"/>
        </w:rPr>
        <w:t xml:space="preserve">Si, </w:t>
      </w:r>
      <w:r w:rsidRPr="00E43D7A">
        <w:rPr>
          <w:rFonts w:ascii="Arial" w:hAnsi="Arial" w:cs="Arial"/>
          <w:sz w:val="20"/>
          <w:szCs w:val="20"/>
          <w:lang w:val="es-EC"/>
        </w:rPr>
        <w:t xml:space="preserve">es muy posible.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Tomen otra respiración, ahora, justo aquí… dejen de pensar, realmente estamos más interesados en tener sus observaciones y percepciones sin pensar… nuevamente, azul cielo y el color de la “seguridad” que la ponen en movimiento, pueden notarlo y sentirlo, pueden  equivocarse y pueden cometer errores y pueden no estar bien, imposible… Pero, justo aquí, azul cielo, seguridad…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Ahora, cuando les digo dejen de pensar, en una forma específica, no estoy hablándoles, estoy hablando a su mente racional, la cual no es ustedes, pero su mente racional en el espacio tridimensional es como definimos la realidad en la cual jugamos. La mente racional en el espacio tridimensional les da mucha de su antigüedad. Esto es lo dicho, denme seguridad, me hace encajar, hace segura a la gente como yo, no quiero que la gente lo grite, no quiero hacer las cosas mal, quiero ser aceptable.</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Tomen una respiración… la mente racional hace el trabajo increíble de mantenerlos en el juego de la tercera dimensión, es lo que se supone que ha hecho todos estos años. Ahora, es tiempo de comenzar a no depender de la mente racional, sino empezar a ser conscientes de ustedes, ustedes no son una mente irracional… Bien, otra respiración, acaban de notar que estoy revolviendo muchos pensamientos y puedo estar agitando algunas emociones y algunos sentimientos diferentes, pueden notar aquello, pero podrían notar el azul cielo, la seguridad… De hecho, vamos a añadirlo. Si les pregunto si han tenido una sensación de satisfacción con ustedes mismos o de quererse a sí mismos o felicidad, elijan uno. ¿Cuál es el color de aquello?, y ¿Cómo se siente?...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Tomen una respiración, estoy re direccionando su atención. ¿Cuál es el color de la felicidad o de la satisfacción consigo mismos? ¿Les gusto? ¿Cómo elegir uno de esos colores? Podrían elegir la sensación asociada con este color, podrían agregar aquel color a su chacra corona y acaban de hacer un  pequeño hallazgo en ustedes mismos, encontrarían esa sensación de certeza y la inhalan, después sienten la facilidad, la relajación, la calma, la tranquilidad, el permiso en aquel azul cielo y pueden sentirlo… y después la felicidad, les gusta, están satisfechos con ustedes mismos, elijan uno… podrían sentir aquello y mantener el color para tejerlo con los colores del chacra corona. Seguridad, satisfacción con uno mismo, facilidad… Nada más, ningún otro pensamiento, acabas de ser consciente...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simplemente sean conscientes aquí y noten que sus otros pensamientos se van… La probabilidad es… ¡sí! Me estoy hablando a mí mismo, no sé qué es satisfactorio para mí mismo, deseo hacerlo, no sé qué es aquello, es la mente racional en el intento de encontrar algo mejor, las mentes racionales no son malas, pero tiene una gran responsabilidad y funcionan de una manera muy eficaz en mantenerlos a salvo de la mejor forma posible en el espacio de la tercera dimensión, se trata de hacer sentido. En este espacio tridimensional, ya que la mente racional está realizando muchas interpretaciones de su compromiso con los demás o su día o lo que está justo frente a ustedes muchas veces para ustedes, existe incertidumbre;  no estoy seguro de que hacer, no estoy seguro de que decir, estoy inseguro, tan pronto como empiecen a abandonar su mente racional para descubrir la experiencia frente a ustedes, el chacra corona empezará a moverse alrededor de la incertidumbre en la mente racional.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De modo que, si empezamos a caminar dentro de otro entorno, digamos que el objetivo de este otro ambiente lo vamos a llamar “quinta dimensión”, bienestar, co-creación, respeto, dignidad, aprecio, gratitud, integridad. Realmente, grandes palabras, no muy a menudo experimentadas en el espacio tridimensional. Hablamos acerca de esto pero no lo vivimos, pero en la quinta dimensión es todo acerca de vivirlo. No se puede llegar a la quinta dimensión desde la tercera dimensión, no funciona así, no es posible, no pueden llevar su equipaje en este viaje. Así que, el propósito de estar más consciente, consientes de sí mismos, es la construcción de un conjunto de herramientas, de estructuras, de percepciones, de intenciones que les permitan crear una plataforma para estar en el planeta, pero no fuera del planeta. Estando en el espacio tridimensional, pero teniendo diferentes opciones, tomando diferentes  decisiones, llevando a cabo diferentes patrones de energía, observando ruido, celos, ira, injusticia, juicio, enojo justo frente a ustedes y sin embargo estar en el azul cielo, en la certeza, en la satisfacción con ustedes mismos, atraídos o no desde ese lugar. Existen un grupo de herramientas muy fundamentales, que van junto con la co-creación de esa plataforma. Una de las herramientas ridículamente simple y sé que ustedes conocen esta herramienta, ya que ustedes la conocen desde hace mucho tiempo llamada “puesta a tierra” o “conexión a tierra” y por supuesto conozco acerca de la “puesta a tierra”, ¿Cuándo fue la última vez que se “pusieron a tierra” a ustedes mismos?, ¿Cuándo fue la última vez que se tomaron un momento y fueron conscientes del cable de puesta a tierra?, ¿Cuándo fue la última vez que cambiaron su puesta a  tierra? O ¿Simplemente la soltaron y crearon una nueva? </w:t>
      </w:r>
    </w:p>
    <w:p w:rsidR="00825B0C" w:rsidRPr="00E43D7A" w:rsidRDefault="00825B0C" w:rsidP="00A7680B">
      <w:pPr>
        <w:jc w:val="both"/>
        <w:rPr>
          <w:rFonts w:ascii="Arial" w:hAnsi="Arial" w:cs="Arial"/>
          <w:sz w:val="20"/>
          <w:szCs w:val="20"/>
          <w:lang w:val="en-US"/>
        </w:rPr>
      </w:pPr>
      <w:r w:rsidRPr="00E43D7A">
        <w:rPr>
          <w:rFonts w:ascii="Arial" w:hAnsi="Arial" w:cs="Arial"/>
          <w:sz w:val="20"/>
          <w:szCs w:val="20"/>
          <w:lang w:val="es-EC"/>
        </w:rPr>
        <w:t xml:space="preserve">Así que, solo con el propósito de jugar exactamente aquí, podrían ustedes tener un cable de puesta a tierra el cual fue decidido desde la “seguridad”, desde la satisfacción con uno mismo, este es un permiso feliz… Podrían tomar una respiración, sentarse hacia atrás en su silla y podrían dejar ir su cable de puesta a tierra, algunas veces es como una sensación realmente divertida Oh!  ¡Estoy desnudo! Algunas veces esto cambia, ¡suéltalo!.. luego tendrían que crear un nuevo cable de puesta a tierra sobre todos diciendo Oh! </w:t>
      </w:r>
      <w:r w:rsidRPr="00E43D7A">
        <w:rPr>
          <w:rFonts w:ascii="Arial" w:hAnsi="Arial" w:cs="Arial"/>
          <w:sz w:val="20"/>
          <w:szCs w:val="20"/>
          <w:lang w:val="en-US"/>
        </w:rPr>
        <w:t xml:space="preserve">Se lo </w:t>
      </w:r>
      <w:r w:rsidRPr="00E43D7A">
        <w:rPr>
          <w:rFonts w:ascii="Arial" w:hAnsi="Arial" w:cs="Arial"/>
          <w:sz w:val="20"/>
          <w:szCs w:val="20"/>
          <w:lang w:val="es-EC"/>
        </w:rPr>
        <w:t>que es, así que vamos</w:t>
      </w:r>
      <w:r w:rsidRPr="00E43D7A">
        <w:rPr>
          <w:rFonts w:ascii="Arial" w:hAnsi="Arial" w:cs="Arial"/>
          <w:sz w:val="20"/>
          <w:szCs w:val="20"/>
          <w:lang w:val="en-US"/>
        </w:rPr>
        <w:t xml:space="preserve"> a ver.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Así que, el quinto chacra en la columna vertebral, pero lo que me gustaría que hagan justo frente a ustedes, justo desde su frente a una distancia de un brazo. Podrían crear un haz de luz o un punto de luz que tiene un rayo de luz apuntando hacia abajo justo frente a ustedes…   </w:t>
      </w:r>
    </w:p>
    <w:p w:rsidR="00825B0C" w:rsidRPr="00E43D7A" w:rsidRDefault="00825B0C" w:rsidP="006D6F30">
      <w:pPr>
        <w:jc w:val="both"/>
        <w:rPr>
          <w:rFonts w:ascii="Arial" w:hAnsi="Arial" w:cs="Arial"/>
          <w:sz w:val="20"/>
          <w:szCs w:val="20"/>
          <w:lang w:val="en-US"/>
        </w:rPr>
      </w:pPr>
      <w:r w:rsidRPr="00E43D7A">
        <w:rPr>
          <w:rFonts w:ascii="Arial" w:hAnsi="Arial" w:cs="Arial"/>
          <w:sz w:val="20"/>
          <w:szCs w:val="20"/>
          <w:lang w:val="es-EC"/>
        </w:rPr>
        <w:t xml:space="preserve"> Jueguen el juego con el fin de darse cuenta de lo que observan, en su cuerpo espiritual que es el cuerpo que la mayoría de personas lo llaman cuerpo astral, pero el cuerpo espiritual esta átomo por átomo alineado con su cuerpo físico, molécula por molécula. Podrían sentir la sensación, podrían tomar su brazo imaginario, el brazo derecho y su mano derecha imaginaria la cual es parte de su cuerpo etérico y pueden sentirlo, alcáncenlo, agarren ese rayo de luz frente a ustedes. Hagan un juego de esto, pero noten que tienen una sensación, ¡alcáncenla! Casi la sienten en el cuerpo cuando levantan el brazo y luego podrían tomar ese rayo de luz y sentir el movimiento del brazo y lo bajan a la altura de la entrepierna en el primer chacra y lo conectan a tierra con el color del primer chacra, muy simple, siéntanlo… y luego bajen la otra mano y déjalo ir, abran la mano imaginaria y dejen que el cable de puesta a tierra se conecte al centro de la tierra…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Ahora, pueden notar lo que sucedió, pueden jugar con esto, pueden tener una pequeña sensación eléctrica, pueden tener una ligera sensación de hay algo ahí. Aquellos de ustedes que no han jugado esto anteriormente, vamos a activarla en un segundo. Pero, este es el lugar donde todos los pensamientos aleatorios se crean en su cabeza, a lo largo de todo el día, rebotan por ahí y dicen “como ustedes digan”, esto hace sentido para mí, porque significa que para aquella persona por allá, aquellos pensamientos que cruzan por su cabeza son muy ruidosos, ruido mal administrado, pero cuando el cable a tierra es conectado, particularmente este rayo de luz comienza a ser como un pararrayos que simplemente desvía los pensamientos eléctricamente, los pensamientos son eléctricos.</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Existe otra parte del cable de puesta a tierra que es una bobina, envuelve el rayo de luz, esta parte crea un campo electromagnético y desvía todas aquellas emociones hacia el lugar donde fui feliz y luego me pongo triste y no sé porque me pongo triste. Y esto recorre a través de su cuerpo, esta no es su tristeza. Por lo tanto, les gustaría un vehículo para eliminar esta energía ya que no es suya. A medida que esto entra en su campo energético, es desviada hacia abajo por la porción magnética del cable de puesta a tierra. Pueden ver el campo de luz tejiéndose alrededor del haz de luz eléctrico…  </w:t>
      </w:r>
    </w:p>
    <w:p w:rsidR="00825B0C" w:rsidRPr="00E43D7A" w:rsidRDefault="00825B0C" w:rsidP="00E67008">
      <w:pPr>
        <w:jc w:val="both"/>
        <w:rPr>
          <w:rFonts w:ascii="Arial" w:hAnsi="Arial" w:cs="Arial"/>
          <w:sz w:val="20"/>
          <w:szCs w:val="20"/>
          <w:lang w:val="en-US"/>
        </w:rPr>
      </w:pPr>
      <w:r w:rsidRPr="00E43D7A">
        <w:rPr>
          <w:rFonts w:ascii="Arial" w:hAnsi="Arial" w:cs="Arial"/>
          <w:sz w:val="20"/>
          <w:szCs w:val="20"/>
          <w:lang w:val="es-EC"/>
        </w:rPr>
        <w:t xml:space="preserve">Para aquellos quienes hayan jugado con esto anteriormente, están creando uno nuevo, podrían intentar tenerlo, están un poco más abiertos, estén en el ahora. Para quienes no hayan jugado con esto antes, la siguiente pieza es realmente simple, podrían dar a orden de conectar el cable de puesta a tierra y tomar una respiración y relajarse en la silla… muy simple…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Cuando no notan esto, sacan más provecho de su cuerpo, se vuelven más argumentativos con el ruido, empujando contra el ruido debido a que su color rosa no está en el centro de su cabeza donde lo están buscando. El cable de puesta a tierra está bastante obstruido, así que, otra respiración, podrían comprobar el chacra corona, es azul cielo, seguridad, feliz, satisfecho, me gusta y luego conecto la puesta a tierra, simplemente dejen que el cuerpo se relaje… Ahora, para muchos de ustedes, hay muchos de ustedes que están jugando en el lugar del cuerpo de luz, es como si yo conociera todo de esto, ¡Sí! ¡Lo sé! ¿Cuándo fue la última vez que lo utilice? ¡Lo note! ¡Reequilibrar esto! Ahora, estas tres herramientas van juntas. Muy agradable hacer este trabajo. La puesta a tierra es solo una de ellas, otra de ellas tiene que ver con su cabeza nuevamente, percibiendo su mundo no como una forma de pasado o de futuro o frente a  ustedes o detrás de ustedes, ya que es ahí a donde se mueve su punto de atención. Está realmente en el centro de su cabeza.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Muchos de ustedes están jugando en aquel lugar del corazón, para que la mente superior, el lugar del corazón, pero de modo que es donde voy a apuntar. Pero, para aquellos que son nuevos en esto, son herramientas realmente simples. Pueden tomar sus dos dedos índices y ponerlos en la parte lateral de su cabeza, en las sienes, sus puntos débiles, deben estar cerca de sus ojos, dibujen una línea, cierren sus ojos, tracen una línea y luego muevan sus dedos para que uno de ellos este delante de su frente, 90 grados, sexto chacra y el otro detrás de su cabeza, dibujen otra línea… Ahora, todos saben esto, pueden darse cuenta del cambio en su cuerpo, una relajación acaba de ocurrir, más o menos a través del campo de todos ustedes, con aquellos que dibujaron las líneas y que están con los ojos cerrados, con los ojos bien cerrados, en la intersección de las dos líneas, pongan su atención ahí y miren a través de sus ojos, solo noten la sensación de estar detrás de sus ojos, conectado a tierra…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Luego, pueden tomar una respiración, quédense allí, abran sus ojos… Para aquellos de ustedes que han participado en esto durante un largo tiempo esta debería ser una experiencia muy simple, pero nótenlo por ustedes mismos. Hay calma, la cual está comenzando a estar en el cuerpo… simplemente hay una gran cantidad de tranquilidad, ustedes regresan a su cuerpo, a un lugar muy específico y este nivel energético puede colocarlos fuera de su cuerpo y  desconectando el cable de tierra de su cuerpo. Bien, pueden darse cuenta que hay un poco más de calma y acaban de notar que eso probablemente ya no está… Tomen otra respiración, color azul cielo, seguridad, me gusta.</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Ahora, esas son palabras, esas son vibraciones de energía. Por lo que es como Oh!, él dijo azul cielo, me gusta. Aquello hace una experiencia, no un concepto intelectual. Este es un espacio donde la gente va y lo hace, ¡lo tengo! Sigan adelante.</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esta es una parte interactiva de ustedes. Esto es permanente. Esto es lo que son. Pero, luego se alejan… así que, voy a dejar de hablar por un segundo en el que ustedes notaran por si mismos que están aterrizados, en el centro de su cabeza, me gusta, ¡lo que sea! Azul cielo, hay una relajación que ustedes la notan y la sienten…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Y, luego, dirán que pueden oírlo en su cabeza, me gusta o estoy satisfecho conmigo mismo o me siento feliz, cualquiera sea la vibración que elijan, pueden decirlo y sentirlo al mismo tiempo en su cabeza… si se produce una sonrisa, esa seria parte de la bonificación de esto, sin cargos extra… tomen una respiración… Ahora, nuevamente, están en el centro de sus cabezas, están en un lugar el cual es tranquilo observando a través de sus ojos, relájense… la tercera parte de estas tres herramientas, para aquellos que no conocen esto, podrían tomar su brazo derecho y pégalo directamente al frente de tu cuerpo, giren la palma de su mano directamente hacia ustedes, físicamente, literalmente, háganlo…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Pueden recordar como luce una rosa roja, imaginen una rosa roja justo ahí donde se encuentra la palma de su mano, pueden imaginar este juego y luego alejar su mano, dejando la rosa roja ahí. Esa rosa va a su alrededor, pueden crear un circulo, pero para todos quienes juegan en este lugar, podrían definir el límite de su espacio, podrían ser conscientes de aquella rosa… para aquellos de ustedes que no conocen como jugar con estas herramientas esenciales, en la página web, una de las grandes herramientas muy disponibles. Pero, lleven su atención, su energía, en el sitio de su rosa, logrando que les llamen de vuelta al sitio de su rosa, todos los demás simplemente permanezcan en el sitio de su rosa… acaban de notarlo... respiren, nuevamente, más tranquilos, relájense, hay más comodidad. Yo sé que ustedes conocen esto… otra respiración, satisfechos conmigo mismos, azul cielo, seguridad y relájense…</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podemos empezar esta sesión. Ahora, podemos empezar a hablar acerca de “Cambiar la forma en la que piensa el cerebro”. Ver este lugar muy simple, es fundamental, todo se construye en este lugar, desde aquí empiezan a abrir el corazón, pensando en el corazón, estando pre capacitados a percibir el mundo de una manera muy diferente, pero si este lugar no está entendido, anclado, vivido, todo lo demás comienza a no funcionar tan fluido como es…  tal como esta transición se desarrolla, ustedes están cerca de ver cosas externamente, cerca de ver un número de eventos que son de la magnitud de Gran Bretaña saliéndose de Europa, Donald Trump ser elegido en los Estados Unidos, Grecia saliendo del Euro, y luego esto es como una ballena estrellándose muy mal en el caos.  </w:t>
      </w:r>
      <w:r w:rsidRPr="00E43D7A">
        <w:rPr>
          <w:rFonts w:ascii="Arial" w:hAnsi="Arial" w:cs="Arial"/>
          <w:sz w:val="20"/>
          <w:szCs w:val="20"/>
          <w:lang w:val="en-US"/>
        </w:rPr>
        <w:t xml:space="preserve">Oh! </w:t>
      </w:r>
      <w:r w:rsidRPr="00E43D7A">
        <w:rPr>
          <w:rFonts w:ascii="Arial" w:hAnsi="Arial" w:cs="Arial"/>
          <w:sz w:val="20"/>
          <w:szCs w:val="20"/>
          <w:lang w:val="es-EC"/>
        </w:rPr>
        <w:t xml:space="preserve">Nada de eso me afecta, ¡Oh así es! Pero si lo hacen, se crean ondas, vibraciones, niveles de miedos de la gente como tú, pero que no tienen las herramientas, entran en el miedo. Manténganse en el sitio de su rosa, estén conectados su puesta a tierra, observando desde el centro de su cabeza aquella energía del miedo y el desafío, externamente afectando al mundo interno de las personas, esto no entra en su espacio. Esto no significa que no eres compasivo con lo que está pasando. Preocupados acerca de lo que está pasando, pero aquí te dan a elegir, en lugar de reaccionar… ahora ya que estos cambios energéticos se producen, todos ustedes tienen una gran cantidad de intenciones ocultas, secretos, cosas que no quieren ver, estoy avergonzado, no quiero que nadie sepa nunca acerca de esto y tienen una gran cantidad de cosas que han olvidado por completo, hicieron un compromiso aquí de permanecer inamovible, nunca iré a visitarlo de nuevo, ese es un gran acuerdo excepto que la vibración está en su espacio, tomen otra respiración… déjenme cambiar esto ligeramente, debido a la construcción de esta plataforma. Así que, ustedes están en el mundo pero no en todo el mundo, es muy muy importante, así que si pueden estar en el sitio de su rosa, centrados en su cabeza, conectados a tierra y observando. Una de las cosas que sucede como ustedes observan, es como estar viendo la televisión y de repente, hay un estado de un evento y ustedes tienen una respuesta, ustedes nunca planearon la respuesta, simplemente la respuesta llego. Pena, tristeza, enojo, estupidez como la ira ¿Cómo se puede hacer tal cosa?, todas esas cosas son respuestas automáticas que están saliendo del cuerpo, tienen este nivel de cambio sucediendo muy inmediatamente en los próximos tres años particularmente, estos cambios estarán presentes en muchos programas de Televisión las cuales estarán mostrando su realidad, no planeados, no programados. Muchos de esos programas provocaran reacciones, provocaran muchas intenciones ocultas, muchas no desearan verlas. Así que, si ustedes pueden empezar a crear estructuras que permitan que el ruido llegue y se vaya, muy útil, pero si se puede reconocer con anterioridad que hay cosas sucediendo en su mundo, que si ustedes fueran capaces de acercarse a ellos de manera diferente, podrían tener un resultado muy diferente.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Muchos de ustedes están en relaciones que tienen desafíos, de vez en cuando. Luego, muchos de ustedes tienen hijos que son difíciles de vez en cuando, trabajos desafiantes, de vez en cuando. Situaciones financieras desafiantes, como piezas de un todo que aparecen espontáneamente, en muchas ocasiones entran en reacción y la reacción es donde hacemos esto nuevamente, está diciendo esto nuevamente, no está escuchando nuevamente, sea lo que sea esto. Pero si X entonces Y, si ustedes pueden comenzar a notar cuando no están en esos lugares, cuáles son sus respuestas, ¿les gustan esas sensaciones cuando aquello sucede? Si pueden comenzar a partir del chacra corona, de su sitio de la rosa, centrados en su cabeza, conectados a tierra y muchas otras herramientas que vienen junto a nosotros. Si con estas tres herramientas, pueden empezar a mirar que es lo que están haciendo cuando esta situaciones ocurren… el aspecto de construir una situación predeterminada diferente, si X entonces Y, pero no me gusta porque… y si pueden empezar simplemente a mirar cómo podríamos responder de manera diferente.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Alguien me dijo la última noche, en preguntas y respuestas; sé que están llegando a casa, lo siento una hora antes de que lleguen. Vamos a tener este argumento nuevamente. Eso es muy común enfatizando relaciones, sintiendo las emociones de otras personas. Pero, si pudieran saber que va a suceder y responden de manera diferente, crean un valor predeterminado diferente, aquello simplemente dice que esto es aceptable. Veamos si podemos interrumpir estos patrones creando una respuesta diferente.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Así que, vamos a jugar un poco aquí. Podrían obtenerlo y verificarlo. Cielo azul, miren, siéntanlo, seguridad, me gusta aquello que intento, nuevamente me gusta, estoy en centro de mi cabeza, estoy conectado a tierra, en mi sitio de la rosa, el cual está directamente en frente de mí. Podrían notar aquello que acabo de decir, estamos cerca de algo que es muy posible, lo pueden notar como hago esta parte, podrían notar si tienen la respuesta, si parte de aquella respuesta es sí o no. Esto es parte de lo predeterminado, déjenme cambiar un poco…</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Y si podrían crear una respuesta más interesante, una respuesta que interrumpa completamente el patrón que permite que la otra persona, las circunstancias, no sean tan predecibles. </w:t>
      </w:r>
    </w:p>
    <w:p w:rsidR="00825B0C" w:rsidRPr="00E43D7A" w:rsidRDefault="00825B0C" w:rsidP="00A7680B">
      <w:pPr>
        <w:jc w:val="both"/>
        <w:rPr>
          <w:rFonts w:ascii="Arial" w:hAnsi="Arial" w:cs="Arial"/>
          <w:sz w:val="20"/>
          <w:szCs w:val="20"/>
          <w:lang w:val="en-US"/>
        </w:rPr>
      </w:pPr>
      <w:r w:rsidRPr="00E43D7A">
        <w:rPr>
          <w:rFonts w:ascii="Arial" w:hAnsi="Arial" w:cs="Arial"/>
          <w:sz w:val="20"/>
          <w:szCs w:val="20"/>
          <w:lang w:val="es-EC"/>
        </w:rPr>
        <w:t xml:space="preserve">Y si podrían crear una estructura que diga, puedo entender que esto es duro, pero como hago esto de forma diferente. Tengo un par de sugerencias, pero ¿es esto posible?, tomen una respiración, si fue divertido, agradable. Y si pueden crear un grupo de patrones para trabajar, podrían interrumpir muchos de esos desafíos, pero muchos de esos desafíos ni siquiera son suyos, en gran medida. Déjenme explicarles un poco más, pero créanme. Ni siquiera el problema en su mayor parte es parte de ustedes. Vamos a tomar otra respiración, ahora… podrían observar sus circunstancias y en el lado suave de sus circunstancias podrían encontrar si hay algo que los irrita, alguien que los irrita. No vayan a su peor lugar, a lo más profundo, a lo más obscuro. Alguien en el trabajo, alguien tiene un patrón, alguien como tu esposo o esposa tiene un hábito divertido y es algo pero no es molesto, escojan algo simple…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un pieza más, antes de llegar allí donde ustedes notan las sensaciones de observar las circunstancias, solo tienen que mirar… Podrían notar que hay una sensación de apoyarse o engancharse o resistirse o dudar, pero hay algo que podría ser muy sutil y puede ser que no me guste esta idea, resistencia. Podrían notar si esa energía está ahí…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Así que, estoy yendo rápido, si estuvo aquí, ahora hay una capa, ustedes piensan en diferentes capas, existen diferentes lugares en los que piensan y si piensan en muchos diferentes que los llamaremos habitaciones, los cuales ustedes pueden pensar que produjeron algunas habitaciones unas diferentes de otras. Así que, justo aquí estamos pensando en estas capas, esta es realmente la tercera capa del pensamiento, es la capa donde ustedes experimentan a ustedes mismos durante el día, donde hay un Oh! maldición, tengo que hacer esto, déjenme pensar acerca de cómo hacer esto, hay una clase de apoyo dentro, noten aquel apoyo para hacer esto durante el día cuando están tratando de arreglar las cosas, cuando hay prisa, cuando empiezan a aproximarse a hacerlo, yo hago esto de diferente manera, y existe una resistencia, automáticamente ustedes caen dentro de esta tercera capa de pensamiento…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Respiren y noten nuevamente lo que sucede, se gustan a sí mismos como para buscar el azul cielo en su chacra corona, estar en su sitio de la rosa, conectados a tierra, me gusta, tomen un minuto para crear un lugar nuevamente donde se inclinaba hacia afuera…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Otra respiración y luego podrían estar en este lugar donde ustedes son, déjenme llamarle a esto la cuarta capa del pensamiento o pueden observar una clase de consideración, pueden hacer esto o podrían hacer aquello, conocen el derecho a retención aquí, no lo hay, debo hacerlo, no debo cargarlo sobre esto, obsérvenlo, desde este lugar podrían mirar aquel evento al cual desearían cambiar como termina o como simplemente se desmorona porque estoy enojado, ella está enojada, él está enojado, voy a caminar lejos, no  puedo aventurarme a esto, noten aquel lugar, aquel lugar donde esto es, les gustaría hacer esto de forma diferente…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cuarta capa de pensamiento nuevamente, podrían mirar cómo se desarrollan las circunstancias, nuevamente mantengan esto suavemente, no vayan hacia su peor compromiso… de modo que si nos fijamos en esta circunstancia y como se mira a otra persona, acaban de mirar a otras personas ¿qué estado de ánimo tienen? ¿qué les molesta? lo cual traduce la circunstancia… este es un patrón repetitivo… esto es algo que tiene una emoción en donde ellos caen en aquella emoción y este es el resultado, pueden darse cuenta de su entorno… y metafóricamente esa persona simplemente sigue caminando por la puerta y estas parado ahí, les gustaría saber de dónde vienen esas personas, cuan estimulante es esto generalmente… y ustedes también saben cuándo ellos dicen XYZ, ustedes obtienen una respuesta, ellos tienen una respuesta, ustedes tienen una respuesta, nada paso pero ustedes acaban de notar de donde son ellos y … si ustedes cambian su respuesta… Ahora, ustedes simplemente saben, que los estimula en este caso, generalmente son el mismo tipo de cosas, ellos caminan a través de la puerta, ellos están en el lugar, ustedes ven esto y se van. </w:t>
      </w:r>
      <w:r w:rsidRPr="00E43D7A">
        <w:rPr>
          <w:rFonts w:ascii="Arial" w:hAnsi="Arial" w:cs="Arial"/>
          <w:sz w:val="20"/>
          <w:szCs w:val="20"/>
          <w:lang w:val="en-US"/>
        </w:rPr>
        <w:t xml:space="preserve">Oh no! </w:t>
      </w:r>
      <w:r w:rsidRPr="00E43D7A">
        <w:rPr>
          <w:rFonts w:ascii="Arial" w:hAnsi="Arial" w:cs="Arial"/>
          <w:sz w:val="20"/>
          <w:szCs w:val="20"/>
          <w:lang w:val="es-EC"/>
        </w:rPr>
        <w:t xml:space="preserve">Vamos a tener esto nuevamente… que podrían hacer conociendo lo que va a pasar en una hora, la persona va a caminar y aquello pasará en una hora y sin embargo les gustaría tener un resultado diferente… ¿Qué se podrían hacer de manera diferente? ¿Cómo replantear la situación destructiva? ¿Cómo re direccionar la situación? ¿Cómo interrumpir la situación desde que se despliega como siempre lo hace?...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Tomen una respiración, basta con ver lo que les estoy señalando, pero no resuelven el problema. Basta con observar lo que he dicho, interrumpir, re direccionar, replantear… moverlo a un lugar diferente para que cuando se hable acerca de esto, esto no este exactamente en la misma caja de siempre, eso es posible. Ahora, están detrás de su rosa, en el centro de su cabeza, felices… están explorando desde un lugar que no tiene apoyo en su interior, acaban de notarlo. Ustedes están familiarizados con estos lugares, pero no necesariamente con todos al mismo tiempo… Así que, solo cuenta que ustedes vienen con dos interrupciones simples, no es la respuesta, no es la solución completa. ¿Y si hice esto?, ¿podrían cambiar las circunstancias de alguna forma?…</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 Ahora, pueden hacer cosas extravagantes. Oh! ¡Esto está sucediendo! Así que, las personas caminan a través de la puerta, pueden estar ahí completamente desnudos y decir ¡Hola! Aquello interrumpiría su espacio probablemente… ustedes… ustedes podrían decir… o no decir nada en absoluto. Tengo una reservación para la cena y no me importa, vamos a cenar. Interrupción, estoy haciendo estas tipo lectura arriba…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Re direccionen,  básicamente vayan a reunirse con el personal de trabajo, ni siquiera les permiten abandonar la oficina. Vayan a hacer algo, sorpréndanlos, tengan un conversación diferente, muevan las circunstancias de forma diferente y luego digan las clases de energías que notaron cuando estuvieron allí. Podemos hablar de eso.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Muy diferente a la confrontación… no hay respuesta, entonces se las estoy dando, les estoy dando circunstancias que les permitan reacomodar esto… la pieza fundamental es como pueden entrar en esto. Mi rosa está arriba, en el centro de la cabeza. Voy a estar en el lugar del bienestar, feliz, satisfecho conmigo mismo. Reconozco exactamente lo que es posible, estaré conectado a tierra y simplemente voy a interrumpir la circunstancia. Eso es todo lo que hemos hecho aquí. Está creada una plataforma diferente para estar en el mundo, pero no de este mundo en ese instante, esto genera cualquier sensación… </w:t>
      </w:r>
    </w:p>
    <w:p w:rsidR="00825B0C" w:rsidRPr="00E43D7A" w:rsidRDefault="00825B0C" w:rsidP="00A7680B">
      <w:pPr>
        <w:jc w:val="both"/>
        <w:rPr>
          <w:rFonts w:ascii="Arial" w:hAnsi="Arial" w:cs="Arial"/>
          <w:sz w:val="20"/>
          <w:szCs w:val="20"/>
          <w:lang w:val="es-EC"/>
        </w:rPr>
      </w:pPr>
      <w:r w:rsidRPr="00E43D7A">
        <w:rPr>
          <w:rFonts w:ascii="Arial" w:hAnsi="Arial" w:cs="Arial"/>
          <w:sz w:val="20"/>
          <w:szCs w:val="20"/>
          <w:lang w:val="es-EC"/>
        </w:rPr>
        <w:t xml:space="preserve">Ahora, para aquellos que están en Mastering Alchemy, esta es solo una revisión de cosas que ya saben. Para los demás, esto está empezando a ser la estructura para tener una reorganización de sus experiencias ya que en el futuro cercano, el mundo exterior va a entrar en una gran transformación. Individuos van a entrar en transformación. Muchos de sus secretos están por revelarse, su mundo externo esta por ser interrumpido, la conciencia colectiva tendrá vibraciones de trastornos del miedo, de disturbios. Permaneciendo en el sitio de la rosa, aquella energía externa no tiene por qué entrar en su espacio…        </w:t>
      </w:r>
    </w:p>
    <w:p w:rsidR="00825B0C" w:rsidRDefault="00825B0C" w:rsidP="003B66FD">
      <w:pPr>
        <w:jc w:val="both"/>
        <w:rPr>
          <w:rFonts w:ascii="Arial" w:hAnsi="Arial" w:cs="Arial"/>
          <w:sz w:val="20"/>
          <w:szCs w:val="20"/>
          <w:lang w:val="es-EC"/>
        </w:rPr>
      </w:pPr>
      <w:r w:rsidRPr="00E43D7A">
        <w:rPr>
          <w:rFonts w:ascii="Arial" w:hAnsi="Arial" w:cs="Arial"/>
          <w:sz w:val="20"/>
          <w:szCs w:val="20"/>
          <w:lang w:val="es-EC"/>
        </w:rPr>
        <w:t xml:space="preserve">Bien, por última vez, una respiración para relajarse en su silla, quiéranse, noten que están conectados a tierra porque mucho de lo que acabamos de hablar está todavía en la mochila. Lo que no lo notamos, ya no está más en la mochila, es solo un tipo de puesta a tierra a distancia… Estén en el centro de su cabeza, disfrutando de ustedes mismos, azul cielo en el chacra corona… vamos a detenernos justo aquí… </w:t>
      </w:r>
    </w:p>
    <w:p w:rsidR="00825B0C" w:rsidRDefault="00825B0C" w:rsidP="0093549B">
      <w:pPr>
        <w:shd w:val="clear" w:color="auto" w:fill="FAFFF8"/>
        <w:jc w:val="center"/>
        <w:rPr>
          <w:rFonts w:ascii="Arial" w:hAnsi="Arial" w:cs="Arial"/>
          <w:sz w:val="20"/>
          <w:szCs w:val="20"/>
        </w:rPr>
      </w:pPr>
      <w:r w:rsidRPr="00910ED3">
        <w:rPr>
          <w:rFonts w:ascii="Verdana" w:hAnsi="Verdana"/>
          <w:color w:val="333333"/>
          <w:sz w:val="23"/>
          <w:szCs w:val="23"/>
          <w:lang w:val="es-EC"/>
        </w:rPr>
        <w:t>===============</w:t>
      </w:r>
    </w:p>
    <w:p w:rsidR="00825B0C" w:rsidRDefault="00825B0C" w:rsidP="0093549B">
      <w:pPr>
        <w:shd w:val="clear" w:color="auto" w:fill="FAFFF8"/>
        <w:jc w:val="both"/>
        <w:rPr>
          <w:rFonts w:ascii="Arial" w:hAnsi="Arial" w:cs="Arial"/>
          <w:sz w:val="20"/>
          <w:szCs w:val="20"/>
        </w:rPr>
      </w:pPr>
      <w:r w:rsidRPr="00650901">
        <w:rPr>
          <w:rFonts w:ascii="Arial" w:hAnsi="Arial" w:cs="Arial"/>
          <w:sz w:val="20"/>
          <w:szCs w:val="20"/>
        </w:rPr>
        <w:t>Der</w:t>
      </w:r>
      <w:r>
        <w:rPr>
          <w:rFonts w:ascii="Arial" w:hAnsi="Arial" w:cs="Arial"/>
          <w:sz w:val="20"/>
          <w:szCs w:val="20"/>
        </w:rPr>
        <w:t>echos de autor reservados © 2015 por Jim Self</w:t>
      </w:r>
      <w:r w:rsidRPr="00650901">
        <w:rPr>
          <w:rFonts w:ascii="Arial" w:hAnsi="Arial" w:cs="Arial"/>
          <w:sz w:val="20"/>
          <w:szCs w:val="20"/>
        </w:rPr>
        <w:t>. Pueden citar, traducir, reimprimir o referirse a este mensaje si mencionan el nombre de</w:t>
      </w:r>
      <w:r>
        <w:rPr>
          <w:rFonts w:ascii="Arial" w:hAnsi="Arial" w:cs="Arial"/>
          <w:sz w:val="20"/>
          <w:szCs w:val="20"/>
        </w:rPr>
        <w:t>l</w:t>
      </w:r>
      <w:r w:rsidRPr="00650901">
        <w:rPr>
          <w:rFonts w:ascii="Arial" w:hAnsi="Arial" w:cs="Arial"/>
          <w:sz w:val="20"/>
          <w:szCs w:val="20"/>
        </w:rPr>
        <w:t xml:space="preserve"> autor e incluyen un vínculo de trabajo a: </w:t>
      </w:r>
      <w:hyperlink r:id="rId9" w:history="1">
        <w:r w:rsidRPr="00E3543C">
          <w:rPr>
            <w:rStyle w:val="Hyperlink"/>
            <w:rFonts w:ascii="Arial" w:hAnsi="Arial" w:cs="Arial"/>
            <w:sz w:val="20"/>
            <w:szCs w:val="20"/>
          </w:rPr>
          <w:t>https://masteringalchemy.com/</w:t>
        </w:r>
      </w:hyperlink>
    </w:p>
    <w:p w:rsidR="00825B0C" w:rsidRDefault="00825B0C" w:rsidP="0093549B">
      <w:pPr>
        <w:shd w:val="clear" w:color="auto" w:fill="FAFFF8"/>
        <w:jc w:val="both"/>
        <w:rPr>
          <w:rFonts w:ascii="Arial" w:hAnsi="Arial" w:cs="Arial"/>
          <w:sz w:val="20"/>
          <w:szCs w:val="20"/>
        </w:rPr>
      </w:pPr>
    </w:p>
    <w:p w:rsidR="00825B0C" w:rsidRPr="00910ED3" w:rsidRDefault="00825B0C" w:rsidP="0093549B">
      <w:pPr>
        <w:pStyle w:val="NormalWeb"/>
        <w:jc w:val="center"/>
        <w:rPr>
          <w:rFonts w:ascii="Arial" w:hAnsi="Arial" w:cs="Arial"/>
          <w:b/>
          <w:bCs/>
          <w:color w:val="336699"/>
          <w:sz w:val="20"/>
          <w:szCs w:val="20"/>
          <w:lang w:val="es-EC"/>
        </w:rPr>
      </w:pPr>
      <w:r w:rsidRPr="00444907">
        <w:rPr>
          <w:rStyle w:val="Emphasis"/>
          <w:rFonts w:ascii="Calibri" w:hAnsi="Calibri"/>
          <w:b/>
          <w:bCs/>
          <w:iCs/>
        </w:rPr>
        <w:t>Las traducciones de l</w:t>
      </w:r>
      <w:r>
        <w:rPr>
          <w:rStyle w:val="Emphasis"/>
          <w:rFonts w:ascii="Calibri" w:hAnsi="Calibri"/>
          <w:b/>
          <w:bCs/>
          <w:iCs/>
        </w:rPr>
        <w:t>os artículos de Jim Self</w:t>
      </w:r>
      <w:r w:rsidRPr="00444907">
        <w:rPr>
          <w:rStyle w:val="Emphasis"/>
          <w:rFonts w:ascii="Calibri" w:hAnsi="Calibri"/>
          <w:b/>
          <w:bCs/>
          <w:iCs/>
        </w:rPr>
        <w:t xml:space="preserve"> pueden ser descargados en archivo Word desde el sitio creado para ella en </w:t>
      </w:r>
      <w:hyperlink r:id="rId10" w:tgtFrame="_blank" w:history="1">
        <w:r w:rsidRPr="00444907">
          <w:rPr>
            <w:rStyle w:val="Hyperlink"/>
            <w:rFonts w:ascii="Calibri" w:hAnsi="Calibri"/>
            <w:b/>
            <w:bCs/>
            <w:i/>
            <w:iCs/>
          </w:rPr>
          <w:t>http://www.manantialcaduceo.com.ar/libros.htm</w:t>
        </w:r>
      </w:hyperlink>
      <w:r>
        <w:rPr>
          <w:rFonts w:ascii="Calibri" w:hAnsi="Calibri"/>
        </w:rPr>
        <w:t xml:space="preserve"> </w:t>
      </w:r>
      <w:hyperlink r:id="rId11" w:history="1">
        <w:r w:rsidRPr="00910ED3">
          <w:rPr>
            <w:rStyle w:val="Hyperlink"/>
            <w:rFonts w:ascii="Arial" w:hAnsi="Arial" w:cs="Arial"/>
            <w:b/>
            <w:bCs/>
            <w:color w:val="336699"/>
            <w:sz w:val="20"/>
            <w:szCs w:val="20"/>
            <w:shd w:val="clear" w:color="auto" w:fill="FFFFFF"/>
            <w:lang w:val="es-EC"/>
          </w:rPr>
          <w:t>https://www.facebook.com/ManantialCaduceo</w:t>
        </w:r>
      </w:hyperlink>
    </w:p>
    <w:p w:rsidR="00825B0C" w:rsidRPr="00444907" w:rsidRDefault="00825B0C" w:rsidP="0093549B">
      <w:pPr>
        <w:pStyle w:val="NormalWeb"/>
        <w:jc w:val="center"/>
        <w:rPr>
          <w:rFonts w:ascii="Calibri" w:hAnsi="Calibri"/>
        </w:rPr>
      </w:pPr>
      <w:r>
        <w:rPr>
          <w:rFonts w:ascii="Arial" w:hAnsi="Arial" w:cs="Arial"/>
          <w:b/>
          <w:bCs/>
          <w:color w:val="336699"/>
          <w:sz w:val="20"/>
          <w:szCs w:val="20"/>
        </w:rPr>
        <w:br/>
      </w:r>
      <w:r w:rsidRPr="00A02CEE">
        <w:rPr>
          <w:rFonts w:ascii="Arial" w:hAnsi="Arial" w:cs="Arial"/>
          <w:b/>
          <w:bCs/>
          <w:color w:val="333333"/>
          <w:sz w:val="22"/>
          <w:szCs w:val="22"/>
        </w:rPr>
        <w:t xml:space="preserve">Para recibir los mensajes en tu bandeja de correo suscríbete en </w:t>
      </w:r>
    </w:p>
    <w:p w:rsidR="00825B0C" w:rsidRPr="00C163DA" w:rsidRDefault="00825B0C" w:rsidP="0093549B">
      <w:pPr>
        <w:pStyle w:val="Heading2"/>
        <w:shd w:val="clear" w:color="auto" w:fill="FFFFFF"/>
        <w:spacing w:before="0" w:beforeAutospacing="0" w:after="0" w:afterAutospacing="0" w:line="420" w:lineRule="atLeast"/>
        <w:jc w:val="center"/>
        <w:rPr>
          <w:rStyle w:val="Strong"/>
          <w:rFonts w:ascii="Calibri" w:hAnsi="Calibri"/>
          <w:b/>
          <w:bCs w:val="0"/>
          <w:color w:val="336699"/>
          <w:sz w:val="28"/>
          <w:szCs w:val="28"/>
        </w:rPr>
      </w:pPr>
      <w:hyperlink r:id="rId12" w:history="1">
        <w:r w:rsidRPr="00C163DA">
          <w:rPr>
            <w:rStyle w:val="Hyperlink"/>
            <w:rFonts w:ascii="Calibri" w:hAnsi="Calibri"/>
            <w:sz w:val="28"/>
            <w:szCs w:val="28"/>
          </w:rPr>
          <w:t>http://www.egrupos.net/grupo/laeradelahora/alta</w:t>
        </w:r>
      </w:hyperlink>
      <w:r w:rsidRPr="00C163DA">
        <w:rPr>
          <w:rStyle w:val="Strong"/>
          <w:rFonts w:ascii="Calibri" w:hAnsi="Calibri"/>
          <w:b/>
          <w:bCs w:val="0"/>
          <w:color w:val="336699"/>
          <w:sz w:val="28"/>
          <w:szCs w:val="28"/>
        </w:rPr>
        <w:t xml:space="preserve"> </w:t>
      </w:r>
    </w:p>
    <w:p w:rsidR="00825B0C" w:rsidRPr="00A02CEE" w:rsidRDefault="00825B0C" w:rsidP="0093549B">
      <w:pPr>
        <w:pStyle w:val="Heading2"/>
        <w:shd w:val="clear" w:color="auto" w:fill="FFFFFF"/>
        <w:spacing w:before="0" w:beforeAutospacing="0" w:after="0" w:afterAutospacing="0" w:line="420" w:lineRule="atLeast"/>
        <w:jc w:val="center"/>
        <w:rPr>
          <w:rFonts w:ascii="Calibri" w:hAnsi="Calibri"/>
          <w:b w:val="0"/>
          <w:sz w:val="24"/>
          <w:szCs w:val="24"/>
        </w:rPr>
      </w:pPr>
      <w:r w:rsidRPr="00A02CEE">
        <w:rPr>
          <w:rStyle w:val="Strong"/>
          <w:rFonts w:ascii="Calibri" w:hAnsi="Calibri"/>
          <w:b/>
          <w:bCs w:val="0"/>
          <w:sz w:val="24"/>
          <w:szCs w:val="24"/>
        </w:rPr>
        <w:t>El Manantial del Caduceo en la Era del Ahora</w:t>
      </w:r>
    </w:p>
    <w:p w:rsidR="00825B0C" w:rsidRDefault="00825B0C" w:rsidP="0093549B">
      <w:pPr>
        <w:shd w:val="clear" w:color="auto" w:fill="FFFFFF"/>
        <w:spacing w:before="100" w:beforeAutospacing="1" w:after="100" w:afterAutospacing="1"/>
        <w:jc w:val="both"/>
      </w:pPr>
      <w:r>
        <w:rPr>
          <w:rStyle w:val="Emphasis"/>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25B0C" w:rsidRPr="000E73F6" w:rsidRDefault="00825B0C" w:rsidP="0093549B">
      <w:pPr>
        <w:shd w:val="clear" w:color="auto" w:fill="FFFFFF"/>
        <w:spacing w:before="100" w:beforeAutospacing="1" w:after="324"/>
        <w:jc w:val="both"/>
      </w:pPr>
      <w:r>
        <w:rPr>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25B0C" w:rsidRPr="00E43D7A" w:rsidRDefault="00825B0C" w:rsidP="003B66FD">
      <w:pPr>
        <w:jc w:val="both"/>
        <w:rPr>
          <w:rFonts w:ascii="Arial" w:hAnsi="Arial" w:cs="Arial"/>
          <w:sz w:val="20"/>
          <w:szCs w:val="20"/>
          <w:lang w:val="en-US"/>
        </w:rPr>
      </w:pPr>
    </w:p>
    <w:sectPr w:rsidR="00825B0C" w:rsidRPr="00E43D7A" w:rsidSect="00E43D7A">
      <w:footerReference w:type="even" r:id="rId13"/>
      <w:footerReference w:type="default" r:id="rId14"/>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B0C" w:rsidRDefault="00825B0C">
      <w:r>
        <w:separator/>
      </w:r>
    </w:p>
  </w:endnote>
  <w:endnote w:type="continuationSeparator" w:id="0">
    <w:p w:rsidR="00825B0C" w:rsidRDefault="00825B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B0C" w:rsidRDefault="00825B0C"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5B0C" w:rsidRDefault="00825B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B0C" w:rsidRDefault="00825B0C"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25B0C" w:rsidRDefault="00825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B0C" w:rsidRDefault="00825B0C">
      <w:r>
        <w:separator/>
      </w:r>
    </w:p>
  </w:footnote>
  <w:footnote w:type="continuationSeparator" w:id="0">
    <w:p w:rsidR="00825B0C" w:rsidRDefault="00825B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4E16"/>
    <w:rsid w:val="00005456"/>
    <w:rsid w:val="00013218"/>
    <w:rsid w:val="0002361A"/>
    <w:rsid w:val="00034B99"/>
    <w:rsid w:val="00037356"/>
    <w:rsid w:val="00040698"/>
    <w:rsid w:val="000441D6"/>
    <w:rsid w:val="000501F1"/>
    <w:rsid w:val="000512DF"/>
    <w:rsid w:val="00057213"/>
    <w:rsid w:val="00060FAF"/>
    <w:rsid w:val="00061247"/>
    <w:rsid w:val="00064922"/>
    <w:rsid w:val="00070C24"/>
    <w:rsid w:val="00070F9F"/>
    <w:rsid w:val="0007585F"/>
    <w:rsid w:val="00076C42"/>
    <w:rsid w:val="00077AF9"/>
    <w:rsid w:val="00082B2E"/>
    <w:rsid w:val="00084D50"/>
    <w:rsid w:val="00086A4F"/>
    <w:rsid w:val="000914E4"/>
    <w:rsid w:val="00094A61"/>
    <w:rsid w:val="000953DE"/>
    <w:rsid w:val="000A07CC"/>
    <w:rsid w:val="000A1B6A"/>
    <w:rsid w:val="000A2363"/>
    <w:rsid w:val="000A3386"/>
    <w:rsid w:val="000B08D8"/>
    <w:rsid w:val="000B240A"/>
    <w:rsid w:val="000B49CE"/>
    <w:rsid w:val="000C0101"/>
    <w:rsid w:val="000C22F1"/>
    <w:rsid w:val="000D7FC2"/>
    <w:rsid w:val="000E6918"/>
    <w:rsid w:val="000E73F6"/>
    <w:rsid w:val="000F374A"/>
    <w:rsid w:val="0010269D"/>
    <w:rsid w:val="00103883"/>
    <w:rsid w:val="00107B81"/>
    <w:rsid w:val="0011178D"/>
    <w:rsid w:val="00111843"/>
    <w:rsid w:val="00115E1A"/>
    <w:rsid w:val="0011649B"/>
    <w:rsid w:val="00120D6A"/>
    <w:rsid w:val="001212B5"/>
    <w:rsid w:val="00122B97"/>
    <w:rsid w:val="00123DF5"/>
    <w:rsid w:val="00137698"/>
    <w:rsid w:val="00137B7C"/>
    <w:rsid w:val="00141DE0"/>
    <w:rsid w:val="00145EED"/>
    <w:rsid w:val="00152A1A"/>
    <w:rsid w:val="0016189E"/>
    <w:rsid w:val="001807FD"/>
    <w:rsid w:val="001B0F5D"/>
    <w:rsid w:val="001B11C7"/>
    <w:rsid w:val="001B774B"/>
    <w:rsid w:val="001C14D8"/>
    <w:rsid w:val="001C3EDA"/>
    <w:rsid w:val="001C6E0C"/>
    <w:rsid w:val="001D3B6D"/>
    <w:rsid w:val="001D3E97"/>
    <w:rsid w:val="001D471C"/>
    <w:rsid w:val="001E205C"/>
    <w:rsid w:val="001E753F"/>
    <w:rsid w:val="001E792F"/>
    <w:rsid w:val="001F4994"/>
    <w:rsid w:val="001F686B"/>
    <w:rsid w:val="002006AE"/>
    <w:rsid w:val="00206590"/>
    <w:rsid w:val="002301FD"/>
    <w:rsid w:val="0023700E"/>
    <w:rsid w:val="00237A6D"/>
    <w:rsid w:val="002426E3"/>
    <w:rsid w:val="00243EAA"/>
    <w:rsid w:val="00260BA0"/>
    <w:rsid w:val="00267169"/>
    <w:rsid w:val="00274712"/>
    <w:rsid w:val="00277BC4"/>
    <w:rsid w:val="00287CC0"/>
    <w:rsid w:val="00290BE5"/>
    <w:rsid w:val="002916B6"/>
    <w:rsid w:val="002A189E"/>
    <w:rsid w:val="002A25A0"/>
    <w:rsid w:val="002A5E04"/>
    <w:rsid w:val="002C1F40"/>
    <w:rsid w:val="002C2A8D"/>
    <w:rsid w:val="002C6C07"/>
    <w:rsid w:val="002C7866"/>
    <w:rsid w:val="002D2137"/>
    <w:rsid w:val="002E3000"/>
    <w:rsid w:val="002E4C25"/>
    <w:rsid w:val="002E5181"/>
    <w:rsid w:val="002F0B6F"/>
    <w:rsid w:val="002F2D65"/>
    <w:rsid w:val="002F4A53"/>
    <w:rsid w:val="002F51A6"/>
    <w:rsid w:val="00301C48"/>
    <w:rsid w:val="00304CA4"/>
    <w:rsid w:val="00305C0E"/>
    <w:rsid w:val="00306CDA"/>
    <w:rsid w:val="003101C7"/>
    <w:rsid w:val="00317FB9"/>
    <w:rsid w:val="00323946"/>
    <w:rsid w:val="0032676A"/>
    <w:rsid w:val="00332303"/>
    <w:rsid w:val="00335D35"/>
    <w:rsid w:val="003425E7"/>
    <w:rsid w:val="00353F81"/>
    <w:rsid w:val="00354A9D"/>
    <w:rsid w:val="00354DF0"/>
    <w:rsid w:val="003558FC"/>
    <w:rsid w:val="00360DC0"/>
    <w:rsid w:val="00362096"/>
    <w:rsid w:val="00362DA5"/>
    <w:rsid w:val="003666E9"/>
    <w:rsid w:val="00366E46"/>
    <w:rsid w:val="00367C5A"/>
    <w:rsid w:val="00394486"/>
    <w:rsid w:val="00396044"/>
    <w:rsid w:val="003A1CEC"/>
    <w:rsid w:val="003A411A"/>
    <w:rsid w:val="003B3264"/>
    <w:rsid w:val="003B3FC5"/>
    <w:rsid w:val="003B5F70"/>
    <w:rsid w:val="003B66FD"/>
    <w:rsid w:val="003B7F97"/>
    <w:rsid w:val="003C3C35"/>
    <w:rsid w:val="003C5694"/>
    <w:rsid w:val="003D11C6"/>
    <w:rsid w:val="003D2FCF"/>
    <w:rsid w:val="003E2BE5"/>
    <w:rsid w:val="003E79E0"/>
    <w:rsid w:val="00401EF1"/>
    <w:rsid w:val="0040240F"/>
    <w:rsid w:val="0040344F"/>
    <w:rsid w:val="00405687"/>
    <w:rsid w:val="00407A01"/>
    <w:rsid w:val="00407E2F"/>
    <w:rsid w:val="00410149"/>
    <w:rsid w:val="00411EC2"/>
    <w:rsid w:val="004172DD"/>
    <w:rsid w:val="00423AF6"/>
    <w:rsid w:val="0043649A"/>
    <w:rsid w:val="00440AA7"/>
    <w:rsid w:val="00443C6C"/>
    <w:rsid w:val="00444907"/>
    <w:rsid w:val="004460AA"/>
    <w:rsid w:val="004460E5"/>
    <w:rsid w:val="00447CCB"/>
    <w:rsid w:val="00451468"/>
    <w:rsid w:val="0046193E"/>
    <w:rsid w:val="00464D24"/>
    <w:rsid w:val="00464E90"/>
    <w:rsid w:val="00466113"/>
    <w:rsid w:val="00473167"/>
    <w:rsid w:val="0047681F"/>
    <w:rsid w:val="00482ED4"/>
    <w:rsid w:val="00483EB2"/>
    <w:rsid w:val="00495B78"/>
    <w:rsid w:val="004B217F"/>
    <w:rsid w:val="004B78CC"/>
    <w:rsid w:val="004C0515"/>
    <w:rsid w:val="004C2B78"/>
    <w:rsid w:val="004D3226"/>
    <w:rsid w:val="004D46DC"/>
    <w:rsid w:val="004D631E"/>
    <w:rsid w:val="004D75AC"/>
    <w:rsid w:val="004E0FF1"/>
    <w:rsid w:val="004E3BFB"/>
    <w:rsid w:val="004F6D47"/>
    <w:rsid w:val="004F79DA"/>
    <w:rsid w:val="00503B78"/>
    <w:rsid w:val="00507A6D"/>
    <w:rsid w:val="00514DFB"/>
    <w:rsid w:val="005205EA"/>
    <w:rsid w:val="00537E53"/>
    <w:rsid w:val="00540557"/>
    <w:rsid w:val="00547857"/>
    <w:rsid w:val="00547D75"/>
    <w:rsid w:val="005554FE"/>
    <w:rsid w:val="0055609C"/>
    <w:rsid w:val="005623E6"/>
    <w:rsid w:val="00562DA0"/>
    <w:rsid w:val="00574DD9"/>
    <w:rsid w:val="0057745E"/>
    <w:rsid w:val="005776CB"/>
    <w:rsid w:val="00577D18"/>
    <w:rsid w:val="005849CA"/>
    <w:rsid w:val="00586F50"/>
    <w:rsid w:val="0058744E"/>
    <w:rsid w:val="005941BE"/>
    <w:rsid w:val="00595439"/>
    <w:rsid w:val="0059773E"/>
    <w:rsid w:val="005A1586"/>
    <w:rsid w:val="005A30FA"/>
    <w:rsid w:val="005B0C44"/>
    <w:rsid w:val="005B1A70"/>
    <w:rsid w:val="005B65A8"/>
    <w:rsid w:val="005C2A98"/>
    <w:rsid w:val="005C6291"/>
    <w:rsid w:val="005C7BD1"/>
    <w:rsid w:val="005D0E85"/>
    <w:rsid w:val="005D40AE"/>
    <w:rsid w:val="005E058F"/>
    <w:rsid w:val="005F5AFB"/>
    <w:rsid w:val="005F5E02"/>
    <w:rsid w:val="00614A80"/>
    <w:rsid w:val="00614EC6"/>
    <w:rsid w:val="006213B0"/>
    <w:rsid w:val="00625486"/>
    <w:rsid w:val="00626ED6"/>
    <w:rsid w:val="006343B7"/>
    <w:rsid w:val="00637787"/>
    <w:rsid w:val="00645BBD"/>
    <w:rsid w:val="00650901"/>
    <w:rsid w:val="00650AA3"/>
    <w:rsid w:val="00652A86"/>
    <w:rsid w:val="00671037"/>
    <w:rsid w:val="00673414"/>
    <w:rsid w:val="00696B24"/>
    <w:rsid w:val="006A2481"/>
    <w:rsid w:val="006A467E"/>
    <w:rsid w:val="006A5A4A"/>
    <w:rsid w:val="006B343B"/>
    <w:rsid w:val="006B6145"/>
    <w:rsid w:val="006C2425"/>
    <w:rsid w:val="006C48CA"/>
    <w:rsid w:val="006C5F4D"/>
    <w:rsid w:val="006C6929"/>
    <w:rsid w:val="006D3FFF"/>
    <w:rsid w:val="006D6F30"/>
    <w:rsid w:val="006E052B"/>
    <w:rsid w:val="006E13BE"/>
    <w:rsid w:val="006E5C06"/>
    <w:rsid w:val="006F300A"/>
    <w:rsid w:val="006F4B57"/>
    <w:rsid w:val="0070248F"/>
    <w:rsid w:val="007037CC"/>
    <w:rsid w:val="00721739"/>
    <w:rsid w:val="007369D1"/>
    <w:rsid w:val="007475CC"/>
    <w:rsid w:val="00750A26"/>
    <w:rsid w:val="00752A2D"/>
    <w:rsid w:val="00753D43"/>
    <w:rsid w:val="00754449"/>
    <w:rsid w:val="00757CDE"/>
    <w:rsid w:val="0076128A"/>
    <w:rsid w:val="007621EF"/>
    <w:rsid w:val="007707AD"/>
    <w:rsid w:val="00770E42"/>
    <w:rsid w:val="00774E6B"/>
    <w:rsid w:val="0077538C"/>
    <w:rsid w:val="00793097"/>
    <w:rsid w:val="00793626"/>
    <w:rsid w:val="00794BAB"/>
    <w:rsid w:val="007A1694"/>
    <w:rsid w:val="007A64BD"/>
    <w:rsid w:val="007B6546"/>
    <w:rsid w:val="007B67D3"/>
    <w:rsid w:val="007C2541"/>
    <w:rsid w:val="007D089C"/>
    <w:rsid w:val="007D50C1"/>
    <w:rsid w:val="007F5BE7"/>
    <w:rsid w:val="00800F2E"/>
    <w:rsid w:val="00805894"/>
    <w:rsid w:val="00812156"/>
    <w:rsid w:val="00815568"/>
    <w:rsid w:val="008215A9"/>
    <w:rsid w:val="00821D40"/>
    <w:rsid w:val="00825B0C"/>
    <w:rsid w:val="00830A33"/>
    <w:rsid w:val="008318F0"/>
    <w:rsid w:val="00833122"/>
    <w:rsid w:val="00834A0F"/>
    <w:rsid w:val="008408DA"/>
    <w:rsid w:val="00852D94"/>
    <w:rsid w:val="00860CCD"/>
    <w:rsid w:val="008677C9"/>
    <w:rsid w:val="008700BF"/>
    <w:rsid w:val="00871F74"/>
    <w:rsid w:val="00875818"/>
    <w:rsid w:val="00881CD4"/>
    <w:rsid w:val="008836E6"/>
    <w:rsid w:val="0089579C"/>
    <w:rsid w:val="008A026E"/>
    <w:rsid w:val="008B1EE0"/>
    <w:rsid w:val="008B23A8"/>
    <w:rsid w:val="008B409A"/>
    <w:rsid w:val="008C19D7"/>
    <w:rsid w:val="008C5C00"/>
    <w:rsid w:val="008D2225"/>
    <w:rsid w:val="008D67FB"/>
    <w:rsid w:val="008E0803"/>
    <w:rsid w:val="008E1D8E"/>
    <w:rsid w:val="008E5D11"/>
    <w:rsid w:val="008F0767"/>
    <w:rsid w:val="008F1921"/>
    <w:rsid w:val="008F3239"/>
    <w:rsid w:val="008F6F02"/>
    <w:rsid w:val="009012F7"/>
    <w:rsid w:val="00903180"/>
    <w:rsid w:val="009062C9"/>
    <w:rsid w:val="00910ED3"/>
    <w:rsid w:val="009210AC"/>
    <w:rsid w:val="00924149"/>
    <w:rsid w:val="009309A9"/>
    <w:rsid w:val="009346E2"/>
    <w:rsid w:val="0093549B"/>
    <w:rsid w:val="0093670D"/>
    <w:rsid w:val="0093685A"/>
    <w:rsid w:val="00941A7A"/>
    <w:rsid w:val="00943990"/>
    <w:rsid w:val="009502BB"/>
    <w:rsid w:val="009524BA"/>
    <w:rsid w:val="00953086"/>
    <w:rsid w:val="00954037"/>
    <w:rsid w:val="00964B7D"/>
    <w:rsid w:val="00967BB4"/>
    <w:rsid w:val="0097065A"/>
    <w:rsid w:val="00972CB0"/>
    <w:rsid w:val="00977435"/>
    <w:rsid w:val="00980D9B"/>
    <w:rsid w:val="00984D8B"/>
    <w:rsid w:val="00993F45"/>
    <w:rsid w:val="0099486A"/>
    <w:rsid w:val="009A08E0"/>
    <w:rsid w:val="009A1109"/>
    <w:rsid w:val="009B5B05"/>
    <w:rsid w:val="009B69B6"/>
    <w:rsid w:val="009B7A01"/>
    <w:rsid w:val="009C0118"/>
    <w:rsid w:val="009C1362"/>
    <w:rsid w:val="009C326E"/>
    <w:rsid w:val="009C57EA"/>
    <w:rsid w:val="009C5855"/>
    <w:rsid w:val="009D3892"/>
    <w:rsid w:val="009D4077"/>
    <w:rsid w:val="009D4256"/>
    <w:rsid w:val="009E6583"/>
    <w:rsid w:val="009E7ED0"/>
    <w:rsid w:val="009E7EDD"/>
    <w:rsid w:val="009F1C5F"/>
    <w:rsid w:val="00A02CEE"/>
    <w:rsid w:val="00A04F64"/>
    <w:rsid w:val="00A12644"/>
    <w:rsid w:val="00A13F39"/>
    <w:rsid w:val="00A20E45"/>
    <w:rsid w:val="00A227B5"/>
    <w:rsid w:val="00A24AF7"/>
    <w:rsid w:val="00A327F2"/>
    <w:rsid w:val="00A33545"/>
    <w:rsid w:val="00A351EB"/>
    <w:rsid w:val="00A36BC0"/>
    <w:rsid w:val="00A44E0F"/>
    <w:rsid w:val="00A531AD"/>
    <w:rsid w:val="00A67869"/>
    <w:rsid w:val="00A70573"/>
    <w:rsid w:val="00A7134D"/>
    <w:rsid w:val="00A7680B"/>
    <w:rsid w:val="00A77882"/>
    <w:rsid w:val="00A77C89"/>
    <w:rsid w:val="00A81323"/>
    <w:rsid w:val="00A87AB4"/>
    <w:rsid w:val="00A95CBF"/>
    <w:rsid w:val="00AA3767"/>
    <w:rsid w:val="00AA46F9"/>
    <w:rsid w:val="00AB0C2D"/>
    <w:rsid w:val="00AB0D27"/>
    <w:rsid w:val="00AB1982"/>
    <w:rsid w:val="00AC5EA3"/>
    <w:rsid w:val="00AD4727"/>
    <w:rsid w:val="00AE1AA9"/>
    <w:rsid w:val="00AE4B76"/>
    <w:rsid w:val="00AE7913"/>
    <w:rsid w:val="00AF0FDF"/>
    <w:rsid w:val="00AF2981"/>
    <w:rsid w:val="00AF2B10"/>
    <w:rsid w:val="00B0676B"/>
    <w:rsid w:val="00B115A2"/>
    <w:rsid w:val="00B12C50"/>
    <w:rsid w:val="00B144FA"/>
    <w:rsid w:val="00B21E5D"/>
    <w:rsid w:val="00B23753"/>
    <w:rsid w:val="00B40602"/>
    <w:rsid w:val="00B42557"/>
    <w:rsid w:val="00B455A7"/>
    <w:rsid w:val="00B5143A"/>
    <w:rsid w:val="00B673DD"/>
    <w:rsid w:val="00B75185"/>
    <w:rsid w:val="00B82DDA"/>
    <w:rsid w:val="00B9150B"/>
    <w:rsid w:val="00B94369"/>
    <w:rsid w:val="00B95437"/>
    <w:rsid w:val="00B96E43"/>
    <w:rsid w:val="00BA05B9"/>
    <w:rsid w:val="00BA4FD0"/>
    <w:rsid w:val="00BB1AFB"/>
    <w:rsid w:val="00BB76EE"/>
    <w:rsid w:val="00BB7A09"/>
    <w:rsid w:val="00BC403E"/>
    <w:rsid w:val="00BD5DC4"/>
    <w:rsid w:val="00BF2F6B"/>
    <w:rsid w:val="00BF3720"/>
    <w:rsid w:val="00BF6EF8"/>
    <w:rsid w:val="00C004E9"/>
    <w:rsid w:val="00C043E8"/>
    <w:rsid w:val="00C11DB5"/>
    <w:rsid w:val="00C13FEA"/>
    <w:rsid w:val="00C163DA"/>
    <w:rsid w:val="00C170FD"/>
    <w:rsid w:val="00C211CA"/>
    <w:rsid w:val="00C21BD8"/>
    <w:rsid w:val="00C25725"/>
    <w:rsid w:val="00C31408"/>
    <w:rsid w:val="00C37AC1"/>
    <w:rsid w:val="00C42ABE"/>
    <w:rsid w:val="00C47BCB"/>
    <w:rsid w:val="00C55DCB"/>
    <w:rsid w:val="00C63A64"/>
    <w:rsid w:val="00C65E8F"/>
    <w:rsid w:val="00C722F5"/>
    <w:rsid w:val="00C77A15"/>
    <w:rsid w:val="00C8207D"/>
    <w:rsid w:val="00C832CC"/>
    <w:rsid w:val="00C86DF3"/>
    <w:rsid w:val="00C87368"/>
    <w:rsid w:val="00C9121A"/>
    <w:rsid w:val="00C96C7D"/>
    <w:rsid w:val="00C97D11"/>
    <w:rsid w:val="00CA46D9"/>
    <w:rsid w:val="00CB2ECB"/>
    <w:rsid w:val="00CB7B40"/>
    <w:rsid w:val="00CC14FF"/>
    <w:rsid w:val="00CC1A26"/>
    <w:rsid w:val="00CD217B"/>
    <w:rsid w:val="00CD4590"/>
    <w:rsid w:val="00CD6A58"/>
    <w:rsid w:val="00CE418C"/>
    <w:rsid w:val="00CF2F9A"/>
    <w:rsid w:val="00CF4810"/>
    <w:rsid w:val="00CF57C9"/>
    <w:rsid w:val="00CF6D7D"/>
    <w:rsid w:val="00D01E23"/>
    <w:rsid w:val="00D05D6D"/>
    <w:rsid w:val="00D111DB"/>
    <w:rsid w:val="00D116A5"/>
    <w:rsid w:val="00D152B9"/>
    <w:rsid w:val="00D26863"/>
    <w:rsid w:val="00D37876"/>
    <w:rsid w:val="00D412C0"/>
    <w:rsid w:val="00D43924"/>
    <w:rsid w:val="00D50CE4"/>
    <w:rsid w:val="00D60E0A"/>
    <w:rsid w:val="00D663CC"/>
    <w:rsid w:val="00D7174D"/>
    <w:rsid w:val="00D740A8"/>
    <w:rsid w:val="00D7692E"/>
    <w:rsid w:val="00D77261"/>
    <w:rsid w:val="00D77AB0"/>
    <w:rsid w:val="00D82A66"/>
    <w:rsid w:val="00D84857"/>
    <w:rsid w:val="00D848F5"/>
    <w:rsid w:val="00D85B24"/>
    <w:rsid w:val="00D86B10"/>
    <w:rsid w:val="00D86F5D"/>
    <w:rsid w:val="00D91211"/>
    <w:rsid w:val="00D93F8A"/>
    <w:rsid w:val="00D94EA0"/>
    <w:rsid w:val="00D968D9"/>
    <w:rsid w:val="00DA0DAF"/>
    <w:rsid w:val="00DB686F"/>
    <w:rsid w:val="00DC0939"/>
    <w:rsid w:val="00DC3E2A"/>
    <w:rsid w:val="00DC3F0B"/>
    <w:rsid w:val="00DC529B"/>
    <w:rsid w:val="00DD3DAF"/>
    <w:rsid w:val="00DE26FD"/>
    <w:rsid w:val="00DE37FD"/>
    <w:rsid w:val="00DF3576"/>
    <w:rsid w:val="00DF5864"/>
    <w:rsid w:val="00DF7672"/>
    <w:rsid w:val="00DF7690"/>
    <w:rsid w:val="00E132C6"/>
    <w:rsid w:val="00E1611E"/>
    <w:rsid w:val="00E20B4F"/>
    <w:rsid w:val="00E25DF7"/>
    <w:rsid w:val="00E265E1"/>
    <w:rsid w:val="00E26EAD"/>
    <w:rsid w:val="00E270FA"/>
    <w:rsid w:val="00E30767"/>
    <w:rsid w:val="00E3543C"/>
    <w:rsid w:val="00E43D7A"/>
    <w:rsid w:val="00E441B9"/>
    <w:rsid w:val="00E479DE"/>
    <w:rsid w:val="00E52282"/>
    <w:rsid w:val="00E55347"/>
    <w:rsid w:val="00E57730"/>
    <w:rsid w:val="00E60C54"/>
    <w:rsid w:val="00E61DC9"/>
    <w:rsid w:val="00E61E3F"/>
    <w:rsid w:val="00E67008"/>
    <w:rsid w:val="00E73A31"/>
    <w:rsid w:val="00E80532"/>
    <w:rsid w:val="00EA0D17"/>
    <w:rsid w:val="00EA3385"/>
    <w:rsid w:val="00EA3877"/>
    <w:rsid w:val="00EA3AF1"/>
    <w:rsid w:val="00EA59DA"/>
    <w:rsid w:val="00EA5D4A"/>
    <w:rsid w:val="00EA61DA"/>
    <w:rsid w:val="00EA6D13"/>
    <w:rsid w:val="00EB2A06"/>
    <w:rsid w:val="00EC6221"/>
    <w:rsid w:val="00EC6C3E"/>
    <w:rsid w:val="00ED2A2B"/>
    <w:rsid w:val="00EE4E16"/>
    <w:rsid w:val="00EF043C"/>
    <w:rsid w:val="00EF6277"/>
    <w:rsid w:val="00EF6664"/>
    <w:rsid w:val="00F05EF6"/>
    <w:rsid w:val="00F071E3"/>
    <w:rsid w:val="00F232BA"/>
    <w:rsid w:val="00F23751"/>
    <w:rsid w:val="00F31F1E"/>
    <w:rsid w:val="00F41959"/>
    <w:rsid w:val="00F43DE1"/>
    <w:rsid w:val="00F45698"/>
    <w:rsid w:val="00F523E5"/>
    <w:rsid w:val="00F56263"/>
    <w:rsid w:val="00F60635"/>
    <w:rsid w:val="00F651E7"/>
    <w:rsid w:val="00F76ACA"/>
    <w:rsid w:val="00F8331B"/>
    <w:rsid w:val="00F9233B"/>
    <w:rsid w:val="00F9687C"/>
    <w:rsid w:val="00F96C5E"/>
    <w:rsid w:val="00FB23C1"/>
    <w:rsid w:val="00FB279F"/>
    <w:rsid w:val="00FB3B80"/>
    <w:rsid w:val="00FC183A"/>
    <w:rsid w:val="00FC4CDD"/>
    <w:rsid w:val="00FC7170"/>
    <w:rsid w:val="00FE0BC2"/>
    <w:rsid w:val="00FE1758"/>
    <w:rsid w:val="00FE5C68"/>
    <w:rsid w:val="00FF4C0E"/>
    <w:rsid w:val="00FF69F2"/>
    <w:rsid w:val="00FF7DA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568"/>
    <w:pPr>
      <w:spacing w:after="160" w:line="259" w:lineRule="auto"/>
    </w:pPr>
    <w:rPr>
      <w:lang w:val="es-ES" w:eastAsia="en-US"/>
    </w:rPr>
  </w:style>
  <w:style w:type="paragraph" w:styleId="Heading2">
    <w:name w:val="heading 2"/>
    <w:basedOn w:val="Normal"/>
    <w:link w:val="Heading2Char"/>
    <w:uiPriority w:val="99"/>
    <w:qFormat/>
    <w:locked/>
    <w:rsid w:val="0093549B"/>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17F75"/>
    <w:rPr>
      <w:rFonts w:asciiTheme="majorHAnsi" w:eastAsiaTheme="majorEastAsia" w:hAnsiTheme="majorHAnsi" w:cstheme="majorBidi"/>
      <w:b/>
      <w:bCs/>
      <w:i/>
      <w:iCs/>
      <w:sz w:val="28"/>
      <w:szCs w:val="28"/>
      <w:lang w:val="es-ES" w:eastAsia="en-US"/>
    </w:rPr>
  </w:style>
  <w:style w:type="character" w:styleId="Hyperlink">
    <w:name w:val="Hyperlink"/>
    <w:basedOn w:val="DefaultParagraphFont"/>
    <w:uiPriority w:val="99"/>
    <w:rsid w:val="00E43D7A"/>
    <w:rPr>
      <w:color w:val="396FA9"/>
      <w:u w:val="none"/>
      <w:effect w:val="none"/>
    </w:rPr>
  </w:style>
  <w:style w:type="paragraph" w:styleId="NormalWeb">
    <w:name w:val="Normal (Web)"/>
    <w:basedOn w:val="Normal"/>
    <w:uiPriority w:val="99"/>
    <w:rsid w:val="0093549B"/>
    <w:pPr>
      <w:spacing w:before="144" w:after="288"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93549B"/>
    <w:rPr>
      <w:i/>
    </w:rPr>
  </w:style>
  <w:style w:type="character" w:styleId="Strong">
    <w:name w:val="Strong"/>
    <w:basedOn w:val="DefaultParagraphFont"/>
    <w:uiPriority w:val="99"/>
    <w:qFormat/>
    <w:locked/>
    <w:rsid w:val="0093549B"/>
    <w:rPr>
      <w:b/>
    </w:rPr>
  </w:style>
  <w:style w:type="paragraph" w:styleId="Footer">
    <w:name w:val="footer"/>
    <w:basedOn w:val="Normal"/>
    <w:link w:val="FooterChar"/>
    <w:uiPriority w:val="99"/>
    <w:rsid w:val="00D86B10"/>
    <w:pPr>
      <w:tabs>
        <w:tab w:val="center" w:pos="4252"/>
        <w:tab w:val="right" w:pos="8504"/>
      </w:tabs>
    </w:pPr>
  </w:style>
  <w:style w:type="character" w:customStyle="1" w:styleId="FooterChar">
    <w:name w:val="Footer Char"/>
    <w:basedOn w:val="DefaultParagraphFont"/>
    <w:link w:val="Footer"/>
    <w:uiPriority w:val="99"/>
    <w:semiHidden/>
    <w:rsid w:val="00017F75"/>
    <w:rPr>
      <w:lang w:val="es-ES" w:eastAsia="en-US"/>
    </w:rPr>
  </w:style>
  <w:style w:type="character" w:styleId="PageNumber">
    <w:name w:val="page number"/>
    <w:basedOn w:val="DefaultParagraphFont"/>
    <w:uiPriority w:val="99"/>
    <w:rsid w:val="00D86B1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asteringalchemy.com" TargetMode="External"/><Relationship Id="rId11" Type="http://schemas.openxmlformats.org/officeDocument/2006/relationships/hyperlink" Target="https://www.facebook.com/ManantialCaduceo"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l.facebook.com/l.php?u=http%3A%2F%2Fwww.manantialcaduceo.com.ar%2Flibros.htm&amp;h=BAQEQhQP0&amp;s=1" TargetMode="External"/><Relationship Id="rId4" Type="http://schemas.openxmlformats.org/officeDocument/2006/relationships/footnotes" Target="footnotes.xml"/><Relationship Id="rId9" Type="http://schemas.openxmlformats.org/officeDocument/2006/relationships/hyperlink" Target="https://masteringalchemy.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9</Pages>
  <Words>7360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Webinars</dc:title>
  <dc:subject/>
  <dc:creator>Darwin Miranda</dc:creator>
  <cp:keywords/>
  <dc:description/>
  <cp:lastModifiedBy>Graciela</cp:lastModifiedBy>
  <cp:revision>4</cp:revision>
  <dcterms:created xsi:type="dcterms:W3CDTF">2016-10-06T18:30:00Z</dcterms:created>
  <dcterms:modified xsi:type="dcterms:W3CDTF">2016-10-06T18:35:00Z</dcterms:modified>
</cp:coreProperties>
</file>